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5821" w:type="dxa"/>
        <w:jc w:val="center"/>
        <w:tblInd w:w="-5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0"/>
        <w:gridCol w:w="3544"/>
        <w:gridCol w:w="2410"/>
        <w:gridCol w:w="1134"/>
        <w:gridCol w:w="1701"/>
        <w:gridCol w:w="2137"/>
        <w:gridCol w:w="1136"/>
        <w:gridCol w:w="1809"/>
      </w:tblGrid>
      <w:tr w:rsidR="00872696" w:rsidRPr="003B512E" w:rsidTr="0052699F">
        <w:trPr>
          <w:trHeight w:val="563"/>
          <w:jc w:val="center"/>
        </w:trPr>
        <w:tc>
          <w:tcPr>
            <w:tcW w:w="1950" w:type="dxa"/>
            <w:shd w:val="clear" w:color="auto" w:fill="B6DDE8"/>
            <w:vAlign w:val="center"/>
          </w:tcPr>
          <w:p w:rsidR="007E56C3" w:rsidRPr="00BF3ADB" w:rsidRDefault="007E56C3" w:rsidP="00696FBB">
            <w:pPr>
              <w:rPr>
                <w:rFonts w:cs="PT Bold Heading"/>
                <w:b/>
                <w:bCs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>القسم</w:t>
            </w:r>
            <w:r w:rsidRPr="008A1C00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Department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7E56C3" w:rsidRPr="004C036E" w:rsidRDefault="00FF3B6A" w:rsidP="00696FBB">
            <w:pPr>
              <w:rPr>
                <w:b/>
                <w:bCs/>
                <w:rtl/>
                <w:lang w:bidi="ar-QA"/>
              </w:rPr>
            </w:pPr>
            <w:r>
              <w:rPr>
                <w:rFonts w:ascii="Times New Roman,Bold" w:eastAsia="Calibri" w:hAnsi="Calibri" w:cs="Times New Roman,Bold" w:hint="cs"/>
                <w:b/>
                <w:bCs/>
                <w:rtl/>
              </w:rPr>
              <w:t>الرياضيات</w:t>
            </w:r>
          </w:p>
        </w:tc>
        <w:tc>
          <w:tcPr>
            <w:tcW w:w="2410" w:type="dxa"/>
            <w:shd w:val="clear" w:color="auto" w:fill="B6DDE8"/>
            <w:vAlign w:val="center"/>
          </w:tcPr>
          <w:p w:rsidR="007E56C3" w:rsidRPr="003B512E" w:rsidRDefault="007E56C3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اسم المعلم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Teacher's name</w:t>
            </w:r>
          </w:p>
        </w:tc>
        <w:tc>
          <w:tcPr>
            <w:tcW w:w="1134" w:type="dxa"/>
            <w:vAlign w:val="center"/>
          </w:tcPr>
          <w:p w:rsidR="007E56C3" w:rsidRPr="004C036E" w:rsidRDefault="004F003F" w:rsidP="004F003F">
            <w:pPr>
              <w:rPr>
                <w:b/>
                <w:bCs/>
                <w:rtl/>
                <w:lang w:bidi="ar-QA"/>
              </w:rPr>
            </w:pPr>
            <w:r>
              <w:rPr>
                <w:rFonts w:hint="cs"/>
                <w:b/>
                <w:bCs/>
                <w:rtl/>
                <w:lang w:bidi="ar-QA"/>
              </w:rPr>
              <w:t xml:space="preserve">بلقيس فولى </w:t>
            </w:r>
          </w:p>
        </w:tc>
        <w:tc>
          <w:tcPr>
            <w:tcW w:w="1701" w:type="dxa"/>
            <w:shd w:val="clear" w:color="auto" w:fill="B6DDE8"/>
            <w:vAlign w:val="center"/>
          </w:tcPr>
          <w:p w:rsidR="007E56C3" w:rsidRPr="009F7AAE" w:rsidRDefault="007E56C3" w:rsidP="00696FBB">
            <w:pPr>
              <w:rPr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الصف </w:t>
            </w:r>
            <w:r w:rsidRPr="00810E7F">
              <w:rPr>
                <w:rFonts w:cs="PT Bold Heading"/>
                <w:b/>
                <w:bCs/>
                <w:sz w:val="20"/>
                <w:szCs w:val="20"/>
                <w:lang w:bidi="ar-QA"/>
              </w:rPr>
              <w:t>Grade</w:t>
            </w:r>
          </w:p>
        </w:tc>
        <w:tc>
          <w:tcPr>
            <w:tcW w:w="2137" w:type="dxa"/>
            <w:vAlign w:val="center"/>
          </w:tcPr>
          <w:p w:rsidR="007E56C3" w:rsidRPr="004C036E" w:rsidRDefault="00A20B92" w:rsidP="00696FBB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>الثاني عشر(تأسيسي)</w:t>
            </w:r>
          </w:p>
        </w:tc>
        <w:tc>
          <w:tcPr>
            <w:tcW w:w="1136" w:type="dxa"/>
            <w:shd w:val="clear" w:color="auto" w:fill="B6DDE8"/>
            <w:vAlign w:val="center"/>
          </w:tcPr>
          <w:p w:rsidR="007E56C3" w:rsidRPr="003B512E" w:rsidRDefault="007E56C3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8A1C00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تاريخ </w:t>
            </w:r>
            <w:r w:rsidRPr="00810E7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Date</w:t>
            </w:r>
          </w:p>
        </w:tc>
        <w:tc>
          <w:tcPr>
            <w:tcW w:w="1809" w:type="dxa"/>
            <w:vAlign w:val="center"/>
          </w:tcPr>
          <w:p w:rsidR="007E56C3" w:rsidRPr="004C036E" w:rsidRDefault="007E56C3" w:rsidP="00696FBB">
            <w:pPr>
              <w:rPr>
                <w:rtl/>
                <w:lang w:bidi="ar-QA"/>
              </w:rPr>
            </w:pPr>
          </w:p>
        </w:tc>
      </w:tr>
      <w:tr w:rsidR="0006100C" w:rsidRPr="003B512E" w:rsidTr="00157E8B">
        <w:trPr>
          <w:trHeight w:val="686"/>
          <w:jc w:val="center"/>
        </w:trPr>
        <w:tc>
          <w:tcPr>
            <w:tcW w:w="1950" w:type="dxa"/>
            <w:shd w:val="clear" w:color="auto" w:fill="B6DDE8"/>
            <w:vAlign w:val="center"/>
          </w:tcPr>
          <w:p w:rsidR="0006100C" w:rsidRPr="00BF3ADB" w:rsidRDefault="0006100C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رقم واسم الوحدة</w:t>
            </w:r>
            <w:r w:rsidRPr="008A1C00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Unit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06100C" w:rsidRPr="00204A9A" w:rsidRDefault="005B35DF" w:rsidP="0055212B">
            <w:pPr>
              <w:rPr>
                <w:rFonts w:ascii="Calibri" w:hAnsi="Calibri" w:cs="Arial"/>
                <w:b/>
                <w:bCs/>
                <w:sz w:val="27"/>
                <w:szCs w:val="27"/>
                <w:rtl/>
                <w:lang w:bidi="ar-QA"/>
              </w:rPr>
            </w:pPr>
            <w:r w:rsidRPr="00204A9A">
              <w:rPr>
                <w:rFonts w:ascii="Arial,Bold" w:eastAsia="Arial,Bold" w:hAnsi="Calibri" w:hint="eastAsia"/>
                <w:b/>
                <w:bCs/>
                <w:sz w:val="27"/>
                <w:szCs w:val="27"/>
                <w:rtl/>
              </w:rPr>
              <w:t>الوحدة</w:t>
            </w:r>
            <w:r w:rsidRPr="00204A9A">
              <w:rPr>
                <w:rFonts w:ascii="Arial,Bold" w:eastAsia="Arial,Bold" w:hAnsi="Calibri" w:cs="Arial,Bold"/>
                <w:b/>
                <w:bCs/>
                <w:sz w:val="27"/>
                <w:szCs w:val="27"/>
              </w:rPr>
              <w:t xml:space="preserve"> </w:t>
            </w:r>
            <w:r w:rsidR="0052699F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ا</w:t>
            </w:r>
            <w:r w:rsidR="0055212B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لثالثة</w:t>
            </w:r>
            <w:r w:rsidR="00EC32FC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 xml:space="preserve"> :</w:t>
            </w:r>
            <w:r w:rsidR="0055212B" w:rsidRPr="00204A9A">
              <w:rPr>
                <w:rFonts w:ascii="Arial,Bold" w:eastAsia="Arial,Bold" w:hAnsi="Calibri" w:hint="cs"/>
                <w:b/>
                <w:bCs/>
                <w:sz w:val="27"/>
                <w:szCs w:val="27"/>
                <w:rtl/>
              </w:rPr>
              <w:t>الدوال</w:t>
            </w:r>
          </w:p>
          <w:p w:rsidR="0052699F" w:rsidRPr="0052699F" w:rsidRDefault="00CB1310" w:rsidP="007C2625">
            <w:pPr>
              <w:rPr>
                <w:sz w:val="28"/>
                <w:szCs w:val="28"/>
                <w:lang w:bidi="ar-QA"/>
              </w:rPr>
            </w:pPr>
            <w:r w:rsidRPr="00204A9A">
              <w:rPr>
                <w:sz w:val="27"/>
                <w:szCs w:val="27"/>
                <w:lang w:bidi="ar-QA"/>
              </w:rPr>
              <w:t>Unit(</w:t>
            </w:r>
            <w:r w:rsidR="007C2625" w:rsidRPr="00204A9A">
              <w:rPr>
                <w:sz w:val="27"/>
                <w:szCs w:val="27"/>
                <w:lang w:bidi="ar-QA"/>
              </w:rPr>
              <w:t>3</w:t>
            </w:r>
            <w:r w:rsidR="0052699F" w:rsidRPr="00204A9A">
              <w:rPr>
                <w:sz w:val="27"/>
                <w:szCs w:val="27"/>
                <w:lang w:bidi="ar-QA"/>
              </w:rPr>
              <w:t>):</w:t>
            </w:r>
            <w:r w:rsidR="007C2625" w:rsidRPr="00204A9A">
              <w:rPr>
                <w:sz w:val="27"/>
                <w:szCs w:val="27"/>
                <w:lang w:bidi="ar-QA"/>
              </w:rPr>
              <w:t>Functions</w:t>
            </w:r>
          </w:p>
        </w:tc>
        <w:tc>
          <w:tcPr>
            <w:tcW w:w="2410" w:type="dxa"/>
            <w:shd w:val="clear" w:color="auto" w:fill="B6DDE8"/>
            <w:vAlign w:val="center"/>
          </w:tcPr>
          <w:p w:rsidR="0006100C" w:rsidRPr="003B512E" w:rsidRDefault="0006100C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عنوان الدرس</w:t>
            </w:r>
            <w:r w:rsidRPr="00136F85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3D145F">
              <w:rPr>
                <w:rFonts w:cs="PT Bold Heading"/>
                <w:b/>
                <w:bCs/>
                <w:sz w:val="18"/>
                <w:szCs w:val="18"/>
                <w:lang w:bidi="ar-QA"/>
              </w:rPr>
              <w:t>Lesson</w:t>
            </w:r>
          </w:p>
        </w:tc>
        <w:tc>
          <w:tcPr>
            <w:tcW w:w="7917" w:type="dxa"/>
            <w:gridSpan w:val="5"/>
            <w:vAlign w:val="center"/>
          </w:tcPr>
          <w:p w:rsidR="008814FA" w:rsidRPr="00783FE8" w:rsidRDefault="004F003F" w:rsidP="00D27C15">
            <w:pPr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</w:pPr>
            <w:r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 xml:space="preserve">الدوال المركبة </w:t>
            </w:r>
            <w:r w:rsidR="001B19E2"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>(</w:t>
            </w:r>
            <w:r w:rsidR="001B19E2">
              <w:rPr>
                <w:rFonts w:ascii="Arial,Bold" w:eastAsia="Arial,Bold" w:hAnsi="Calibri"/>
                <w:sz w:val="28"/>
                <w:szCs w:val="28"/>
                <w:lang w:bidi="ar-QA"/>
              </w:rPr>
              <w:t>Composite Functions</w:t>
            </w:r>
            <w:r w:rsidR="001B19E2">
              <w:rPr>
                <w:rFonts w:ascii="Arial,Bold" w:eastAsia="Arial,Bold" w:hAnsi="Calibri" w:hint="cs"/>
                <w:sz w:val="28"/>
                <w:szCs w:val="28"/>
                <w:rtl/>
                <w:lang w:bidi="ar-QA"/>
              </w:rPr>
              <w:t>)</w:t>
            </w:r>
          </w:p>
        </w:tc>
      </w:tr>
    </w:tbl>
    <w:p w:rsidR="00791FF2" w:rsidRDefault="00791FF2" w:rsidP="00696FBB">
      <w:pPr>
        <w:rPr>
          <w:sz w:val="10"/>
          <w:szCs w:val="10"/>
          <w:rtl/>
        </w:rPr>
      </w:pPr>
    </w:p>
    <w:tbl>
      <w:tblPr>
        <w:bidiVisual/>
        <w:tblW w:w="15801" w:type="dxa"/>
        <w:jc w:val="center"/>
        <w:tblInd w:w="-5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6"/>
        <w:gridCol w:w="7654"/>
        <w:gridCol w:w="4111"/>
        <w:gridCol w:w="1670"/>
      </w:tblGrid>
      <w:tr w:rsidR="00493551" w:rsidRPr="003B512E" w:rsidTr="00493D8F">
        <w:trPr>
          <w:trHeight w:val="542"/>
          <w:jc w:val="center"/>
        </w:trPr>
        <w:tc>
          <w:tcPr>
            <w:tcW w:w="10020" w:type="dxa"/>
            <w:gridSpan w:val="2"/>
            <w:shd w:val="clear" w:color="auto" w:fill="B6DDE8"/>
            <w:vAlign w:val="center"/>
          </w:tcPr>
          <w:p w:rsidR="00452556" w:rsidRPr="003B512E" w:rsidRDefault="00452556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>معايير المناهج</w:t>
            </w:r>
            <w:r w:rsidR="0006100C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452556">
              <w:rPr>
                <w:rFonts w:cs="PT Bold Heading"/>
                <w:b/>
                <w:bCs/>
                <w:sz w:val="20"/>
                <w:szCs w:val="20"/>
                <w:lang w:bidi="ar-QA"/>
              </w:rPr>
              <w:t>Curriculum Standards</w:t>
            </w:r>
          </w:p>
        </w:tc>
        <w:tc>
          <w:tcPr>
            <w:tcW w:w="5781" w:type="dxa"/>
            <w:gridSpan w:val="2"/>
            <w:shd w:val="clear" w:color="auto" w:fill="B6DDE8"/>
            <w:vAlign w:val="center"/>
          </w:tcPr>
          <w:p w:rsidR="00452556" w:rsidRPr="003B512E" w:rsidRDefault="00452556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 w:rsidRPr="00CA3A21">
              <w:rPr>
                <w:rFonts w:cs="PT Bold Heading" w:hint="cs"/>
                <w:sz w:val="20"/>
                <w:szCs w:val="20"/>
                <w:rtl/>
                <w:lang w:bidi="ar-QA"/>
              </w:rPr>
              <w:t>مصادر</w:t>
            </w: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التعلم</w:t>
            </w:r>
            <w:r w:rsidR="00162E8A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="00162E8A">
              <w:rPr>
                <w:rFonts w:cs="PT Bold Heading"/>
                <w:b/>
                <w:bCs/>
                <w:sz w:val="20"/>
                <w:szCs w:val="20"/>
                <w:lang w:bidi="ar-QA"/>
              </w:rPr>
              <w:t>L</w:t>
            </w:r>
            <w:r w:rsidRPr="00CA3A21">
              <w:rPr>
                <w:rFonts w:cs="PT Bold Heading"/>
                <w:b/>
                <w:bCs/>
                <w:sz w:val="20"/>
                <w:szCs w:val="20"/>
                <w:lang w:bidi="ar-QA"/>
              </w:rPr>
              <w:t>earning Resources</w:t>
            </w:r>
          </w:p>
        </w:tc>
      </w:tr>
      <w:tr w:rsidR="00A7170C" w:rsidRPr="003B512E" w:rsidTr="00D14A0E">
        <w:trPr>
          <w:trHeight w:val="209"/>
          <w:jc w:val="center"/>
        </w:trPr>
        <w:tc>
          <w:tcPr>
            <w:tcW w:w="2366" w:type="dxa"/>
            <w:shd w:val="clear" w:color="auto" w:fill="DAEEF3"/>
            <w:vAlign w:val="center"/>
          </w:tcPr>
          <w:p w:rsidR="00C9335D" w:rsidRPr="00AB1F68" w:rsidRDefault="00C9335D" w:rsidP="00696FBB">
            <w:pPr>
              <w:rPr>
                <w:b/>
                <w:bCs/>
                <w:sz w:val="20"/>
                <w:szCs w:val="20"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رقم المعيار </w:t>
            </w:r>
            <w:r>
              <w:rPr>
                <w:b/>
                <w:bCs/>
                <w:sz w:val="20"/>
                <w:szCs w:val="20"/>
                <w:lang w:bidi="ar-QA"/>
              </w:rPr>
              <w:t>Standard No</w:t>
            </w:r>
          </w:p>
        </w:tc>
        <w:tc>
          <w:tcPr>
            <w:tcW w:w="7654" w:type="dxa"/>
            <w:vAlign w:val="center"/>
          </w:tcPr>
          <w:p w:rsidR="00C9335D" w:rsidRPr="004C036E" w:rsidRDefault="002829DD" w:rsidP="004F003F">
            <w:pPr>
              <w:jc w:val="right"/>
              <w:rPr>
                <w:sz w:val="22"/>
                <w:szCs w:val="22"/>
                <w:rtl/>
                <w:lang w:bidi="ar-QA"/>
              </w:rPr>
            </w:pPr>
            <w:r>
              <w:rPr>
                <w:sz w:val="22"/>
                <w:szCs w:val="22"/>
                <w:lang w:bidi="ar-QA"/>
              </w:rPr>
              <w:t>5.</w:t>
            </w:r>
            <w:r w:rsidR="004F003F">
              <w:rPr>
                <w:sz w:val="22"/>
                <w:szCs w:val="22"/>
                <w:lang w:bidi="ar-QA"/>
              </w:rPr>
              <w:t>5+5.6</w: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C9335D" w:rsidRPr="006D490B" w:rsidRDefault="00C9335D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مصدر التعلم الرئيس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Main Resource</w:t>
            </w:r>
          </w:p>
        </w:tc>
        <w:tc>
          <w:tcPr>
            <w:tcW w:w="1670" w:type="dxa"/>
            <w:shd w:val="clear" w:color="auto" w:fill="FFFFFF"/>
          </w:tcPr>
          <w:p w:rsidR="00C9335D" w:rsidRPr="00204A9A" w:rsidRDefault="00E01EBE" w:rsidP="00696FBB">
            <w:pPr>
              <w:rPr>
                <w:b/>
                <w:bCs/>
                <w:rtl/>
                <w:lang w:bidi="ar-QA"/>
              </w:rPr>
            </w:pPr>
            <w:r w:rsidRPr="00204A9A">
              <w:rPr>
                <w:rFonts w:hint="cs"/>
                <w:rtl/>
                <w:lang w:bidi="ar-QA"/>
              </w:rPr>
              <w:t>الكتاب المدرسي</w:t>
            </w:r>
          </w:p>
        </w:tc>
      </w:tr>
      <w:tr w:rsidR="0006100C" w:rsidRPr="003B512E" w:rsidTr="00493D8F">
        <w:trPr>
          <w:trHeight w:val="553"/>
          <w:jc w:val="center"/>
        </w:trPr>
        <w:tc>
          <w:tcPr>
            <w:tcW w:w="2366" w:type="dxa"/>
            <w:shd w:val="clear" w:color="auto" w:fill="DAEEF3"/>
            <w:vAlign w:val="center"/>
          </w:tcPr>
          <w:p w:rsidR="0006100C" w:rsidRPr="00AB1F68" w:rsidRDefault="0006100C" w:rsidP="00872B53">
            <w:pPr>
              <w:rPr>
                <w:b/>
                <w:bCs/>
                <w:sz w:val="20"/>
                <w:szCs w:val="20"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نص المعيار </w:t>
            </w:r>
            <w:r w:rsidRPr="0006100C">
              <w:rPr>
                <w:b/>
                <w:bCs/>
                <w:sz w:val="20"/>
                <w:szCs w:val="20"/>
                <w:lang w:bidi="ar-QA"/>
              </w:rPr>
              <w:t>Standard Text</w:t>
            </w:r>
          </w:p>
        </w:tc>
        <w:tc>
          <w:tcPr>
            <w:tcW w:w="7654" w:type="dxa"/>
            <w:vAlign w:val="center"/>
          </w:tcPr>
          <w:p w:rsidR="0006100C" w:rsidRPr="000C3B3F" w:rsidRDefault="000C3B3F" w:rsidP="002829DD">
            <w:pPr>
              <w:ind w:left="-96"/>
              <w:jc w:val="right"/>
              <w:rPr>
                <w:rFonts w:ascii="Monotype Corsiva" w:hAnsi="Monotype Corsiva" w:cstheme="minorBidi"/>
                <w:b/>
                <w:bCs/>
                <w:color w:val="000000"/>
                <w:sz w:val="32"/>
                <w:szCs w:val="32"/>
                <w:u w:val="thick"/>
                <w:rtl/>
                <w:lang w:bidi="ar-QA"/>
              </w:rPr>
            </w:pPr>
            <w:r>
              <w:object w:dxaOrig="5655" w:dyaOrig="12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2.55pt;height:61.8pt" o:ole="">
                  <v:imagedata r:id="rId7" o:title=""/>
                </v:shape>
                <o:OLEObject Type="Embed" ProgID="PBrush" ShapeID="_x0000_i1025" DrawAspect="Content" ObjectID="_1419017549" r:id="rId8"/>
              </w:objec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مصادر التعلم المساندة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Supporting Resources</w:t>
            </w:r>
          </w:p>
        </w:tc>
        <w:tc>
          <w:tcPr>
            <w:tcW w:w="1670" w:type="dxa"/>
            <w:shd w:val="clear" w:color="auto" w:fill="FFFFFF"/>
          </w:tcPr>
          <w:p w:rsidR="001A2024" w:rsidRPr="004C036E" w:rsidRDefault="001A2024" w:rsidP="00696FBB">
            <w:pPr>
              <w:rPr>
                <w:b/>
                <w:bCs/>
                <w:rtl/>
                <w:lang w:bidi="ar-QA"/>
              </w:rPr>
            </w:pPr>
          </w:p>
        </w:tc>
      </w:tr>
      <w:tr w:rsidR="0006100C" w:rsidRPr="003B512E" w:rsidTr="00493D8F">
        <w:trPr>
          <w:trHeight w:val="490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06100C" w:rsidRPr="00C302A9" w:rsidRDefault="000C3B3F" w:rsidP="00C302A9">
            <w:pPr>
              <w:pStyle w:val="Default"/>
              <w:rPr>
                <w:sz w:val="23"/>
                <w:szCs w:val="23"/>
                <w:rtl/>
                <w:lang w:bidi="ar-QA"/>
              </w:rPr>
            </w:pPr>
            <w:r>
              <w:object w:dxaOrig="5865" w:dyaOrig="1245">
                <v:shape id="_x0000_i1026" type="#_x0000_t75" style="width:293.45pt;height:62.5pt" o:ole="">
                  <v:imagedata r:id="rId9" o:title=""/>
                </v:shape>
                <o:OLEObject Type="Embed" ProgID="PBrush" ShapeID="_x0000_i1026" DrawAspect="Content" ObjectID="_1419017550" r:id="rId10"/>
              </w:object>
            </w: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كتاب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>الطالب / الصفحات</w:t>
            </w:r>
            <w:r w:rsidRPr="006D490B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Student Book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/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Pages</w:t>
            </w:r>
          </w:p>
        </w:tc>
        <w:tc>
          <w:tcPr>
            <w:tcW w:w="1670" w:type="dxa"/>
            <w:shd w:val="clear" w:color="auto" w:fill="FFFFFF"/>
          </w:tcPr>
          <w:p w:rsidR="0006100C" w:rsidRPr="0083423B" w:rsidRDefault="00E53590" w:rsidP="00C61949">
            <w:pPr>
              <w:bidi w:val="0"/>
              <w:jc w:val="right"/>
              <w:rPr>
                <w:lang w:bidi="ar-QA"/>
              </w:rPr>
            </w:pPr>
            <w:r>
              <w:t>1</w:t>
            </w:r>
            <w:r w:rsidR="0014431F">
              <w:rPr>
                <w:rFonts w:hint="cs"/>
                <w:rtl/>
              </w:rPr>
              <w:t>3</w:t>
            </w:r>
            <w:r w:rsidR="00C61949">
              <w:rPr>
                <w:rFonts w:hint="cs"/>
                <w:rtl/>
              </w:rPr>
              <w:t>7</w:t>
            </w:r>
            <w:r>
              <w:t>-1</w:t>
            </w:r>
            <w:r w:rsidR="0014431F">
              <w:rPr>
                <w:rFonts w:hint="cs"/>
                <w:rtl/>
              </w:rPr>
              <w:t>3</w:t>
            </w:r>
            <w:r w:rsidR="00C61949">
              <w:rPr>
                <w:rFonts w:hint="cs"/>
                <w:rtl/>
              </w:rPr>
              <w:t>9</w:t>
            </w:r>
          </w:p>
        </w:tc>
      </w:tr>
      <w:tr w:rsidR="0006100C" w:rsidRPr="003B512E" w:rsidTr="00493D8F">
        <w:trPr>
          <w:trHeight w:val="464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06100C" w:rsidRPr="004C036E" w:rsidRDefault="0006100C" w:rsidP="00696FBB">
            <w:pPr>
              <w:rPr>
                <w:sz w:val="22"/>
                <w:szCs w:val="22"/>
                <w:rtl/>
                <w:lang w:bidi="ar-QA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كتاب التمارين / الصفحات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Activity Book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bidi="ar-QA"/>
              </w:rPr>
              <w:t xml:space="preserve">/ 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>Pages</w:t>
            </w:r>
          </w:p>
        </w:tc>
        <w:tc>
          <w:tcPr>
            <w:tcW w:w="1670" w:type="dxa"/>
            <w:shd w:val="clear" w:color="auto" w:fill="FFFFFF"/>
          </w:tcPr>
          <w:p w:rsidR="0006100C" w:rsidRPr="004C036E" w:rsidRDefault="0006100C" w:rsidP="00696FBB">
            <w:pPr>
              <w:rPr>
                <w:b/>
                <w:bCs/>
                <w:lang w:bidi="ar-QA"/>
              </w:rPr>
            </w:pPr>
          </w:p>
        </w:tc>
      </w:tr>
      <w:tr w:rsidR="0006100C" w:rsidRPr="003B512E" w:rsidTr="00493D8F">
        <w:trPr>
          <w:trHeight w:val="490"/>
          <w:jc w:val="center"/>
        </w:trPr>
        <w:tc>
          <w:tcPr>
            <w:tcW w:w="10020" w:type="dxa"/>
            <w:gridSpan w:val="2"/>
            <w:shd w:val="clear" w:color="auto" w:fill="auto"/>
            <w:vAlign w:val="center"/>
          </w:tcPr>
          <w:p w:rsidR="0006100C" w:rsidRPr="004C036E" w:rsidRDefault="0006100C" w:rsidP="00696FBB">
            <w:pPr>
              <w:rPr>
                <w:sz w:val="22"/>
                <w:szCs w:val="22"/>
                <w:rtl/>
                <w:lang w:bidi="ar-QA"/>
              </w:rPr>
            </w:pPr>
          </w:p>
        </w:tc>
        <w:tc>
          <w:tcPr>
            <w:tcW w:w="4111" w:type="dxa"/>
            <w:shd w:val="clear" w:color="auto" w:fill="DAEEF3"/>
            <w:vAlign w:val="center"/>
          </w:tcPr>
          <w:p w:rsidR="0006100C" w:rsidRPr="006D490B" w:rsidRDefault="0006100C" w:rsidP="00696FBB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مخططات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>العمل</w:t>
            </w:r>
            <w:r w:rsidRPr="00893F71">
              <w:rPr>
                <w:b/>
                <w:bCs/>
                <w:sz w:val="20"/>
                <w:szCs w:val="20"/>
                <w:lang w:bidi="ar-QA"/>
              </w:rPr>
              <w:t xml:space="preserve"> / </w:t>
            </w:r>
            <w:r w:rsidRPr="00893F71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الصفحات </w:t>
            </w:r>
            <w:r w:rsidRPr="00893F71">
              <w:rPr>
                <w:b/>
                <w:bCs/>
                <w:sz w:val="18"/>
                <w:szCs w:val="18"/>
                <w:lang w:bidi="ar-QA"/>
              </w:rPr>
              <w:t>Schemes</w:t>
            </w:r>
            <w:r w:rsidRPr="00D70CF6">
              <w:rPr>
                <w:b/>
                <w:bCs/>
                <w:sz w:val="18"/>
                <w:szCs w:val="18"/>
                <w:lang w:bidi="ar-QA"/>
              </w:rPr>
              <w:t xml:space="preserve"> of Work</w:t>
            </w:r>
            <w:r>
              <w:rPr>
                <w:b/>
                <w:bCs/>
                <w:sz w:val="18"/>
                <w:szCs w:val="18"/>
                <w:lang w:bidi="ar-QA"/>
              </w:rPr>
              <w:t xml:space="preserve"> / Pages</w:t>
            </w:r>
          </w:p>
        </w:tc>
        <w:tc>
          <w:tcPr>
            <w:tcW w:w="1670" w:type="dxa"/>
            <w:shd w:val="clear" w:color="auto" w:fill="FFFFFF"/>
          </w:tcPr>
          <w:p w:rsidR="0006100C" w:rsidRPr="004C036E" w:rsidRDefault="0032415E" w:rsidP="00127D8C">
            <w:pPr>
              <w:bidi w:val="0"/>
              <w:jc w:val="right"/>
              <w:rPr>
                <w:b/>
                <w:bCs/>
              </w:rPr>
            </w:pPr>
            <w:r w:rsidRPr="00B65B85">
              <w:t>235 - 242</w:t>
            </w:r>
          </w:p>
        </w:tc>
      </w:tr>
    </w:tbl>
    <w:p w:rsidR="00757630" w:rsidRPr="00AD2404" w:rsidRDefault="00757630" w:rsidP="00696FBB">
      <w:pPr>
        <w:rPr>
          <w:sz w:val="12"/>
          <w:szCs w:val="12"/>
        </w:rPr>
      </w:pPr>
    </w:p>
    <w:tbl>
      <w:tblPr>
        <w:tblpPr w:leftFromText="180" w:rightFromText="180" w:vertAnchor="text" w:tblpXSpec="center" w:tblpY="1"/>
        <w:tblOverlap w:val="never"/>
        <w:bidiVisual/>
        <w:tblW w:w="15853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96"/>
        <w:gridCol w:w="10757"/>
      </w:tblGrid>
      <w:tr w:rsidR="000F2645" w:rsidRPr="003B512E" w:rsidTr="00757630">
        <w:trPr>
          <w:trHeight w:val="430"/>
        </w:trPr>
        <w:tc>
          <w:tcPr>
            <w:tcW w:w="5096" w:type="dxa"/>
            <w:shd w:val="clear" w:color="auto" w:fill="B6DDE8"/>
            <w:vAlign w:val="center"/>
          </w:tcPr>
          <w:p w:rsidR="000F2645" w:rsidRPr="003B512E" w:rsidRDefault="000F2645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المعايير المهنية للمعلمين </w:t>
            </w:r>
            <w:r w:rsidRPr="00D10C9A">
              <w:rPr>
                <w:rFonts w:cs="PT Bold Heading"/>
                <w:b/>
                <w:bCs/>
                <w:sz w:val="20"/>
                <w:szCs w:val="20"/>
                <w:lang w:bidi="ar-QA"/>
              </w:rPr>
              <w:t>NPST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</w:t>
            </w:r>
          </w:p>
        </w:tc>
        <w:tc>
          <w:tcPr>
            <w:tcW w:w="10757" w:type="dxa"/>
            <w:shd w:val="clear" w:color="auto" w:fill="B6DDE8"/>
          </w:tcPr>
          <w:p w:rsidR="000F2645" w:rsidRDefault="00F46300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الوسائل التعليمية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Resources</w:t>
            </w:r>
          </w:p>
        </w:tc>
      </w:tr>
      <w:tr w:rsidR="008A1C00" w:rsidRPr="003B512E" w:rsidTr="00AB3C2A">
        <w:trPr>
          <w:trHeight w:val="2245"/>
        </w:trPr>
        <w:tc>
          <w:tcPr>
            <w:tcW w:w="5096" w:type="dxa"/>
            <w:vMerge w:val="restart"/>
            <w:shd w:val="clear" w:color="auto" w:fill="FFFFFF"/>
          </w:tcPr>
          <w:p w:rsidR="001D0965" w:rsidRDefault="001D0965" w:rsidP="001D0965">
            <w:pPr>
              <w:rPr>
                <w:rFonts w:cs="Arial"/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ascii="Arial-Black" w:hAnsi="Arial-Black"/>
                <w:b/>
                <w:bCs/>
                <w:sz w:val="18"/>
                <w:szCs w:val="18"/>
                <w:rtl/>
              </w:rPr>
              <w:t xml:space="preserve"> 1</w:t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تصميم خبرات تعلم تتسم بالمرونة والابتكار للطلبة أفراداً وجماعات.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2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</w:t>
            </w:r>
            <w:bookmarkStart w:id="0" w:name="_Toc132712846"/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توظيف طرائق التعليم ومصادره التي تشرك الطلبة في تعلم فاعل</w:t>
            </w:r>
            <w:bookmarkEnd w:id="0"/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               </w:t>
            </w:r>
          </w:p>
          <w:p w:rsidR="001D0965" w:rsidRDefault="001D0965" w:rsidP="001D0965">
            <w:pPr>
              <w:rPr>
                <w:rFonts w:cs="Arial"/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3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تعزيز المهارات اللغوية والحسابية وتطويرها.                           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4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تهيئة بيئات تعلم آمنة وداعمة ومثيرة التحدي.                                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5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. تصميم خبرات تعلم تربط الطالب بالعالم خارج المدرسة.                            </w:t>
            </w:r>
            <w:r>
              <w:rPr>
                <w:rFonts w:ascii="Arial-Black" w:hAnsi="Arial-Black"/>
                <w:sz w:val="18"/>
                <w:szCs w:val="18"/>
                <w:rtl/>
              </w:rPr>
              <w:t xml:space="preserve">        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6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توظيف تكنولوجيا المعلومات والاتصالات في إدارة عملية تعلم الطلبة.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7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تقييم تعلم الطلبة وإصدار تقارير بذلك.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8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توظيف المعرفة المتوافرة عن الطلبة وطرائق تعلمهم في دعم نموهم وتطورهم.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8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9. توظيف المعرفة بالتعليم ومواد التخصص في دعم تعلم الطلبة.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lang w:bidi="ar-QA"/>
              </w:rPr>
            </w:pP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10 . العمل في الفرق المهنية المحترفة</w:t>
            </w:r>
          </w:p>
          <w:p w:rsidR="001D0965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 xml:space="preserve">11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>. بناء علاقات شراكة مع الأسر والمجتمع</w:t>
            </w:r>
          </w:p>
          <w:p w:rsidR="008A1C00" w:rsidRPr="00DB6369" w:rsidRDefault="001D0965" w:rsidP="001D0965">
            <w:pPr>
              <w:rPr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b/>
                <w:bCs/>
                <w:sz w:val="18"/>
                <w:szCs w:val="18"/>
                <w:lang w:bidi="ar-QA"/>
              </w:rPr>
              <w:t>12</w:t>
            </w:r>
            <w:r>
              <w:rPr>
                <w:rFonts w:ascii="Arial-Black" w:hAnsi="Arial-Black" w:cs="Arial-Black"/>
                <w:sz w:val="18"/>
                <w:szCs w:val="18"/>
              </w:rPr>
              <w:t xml:space="preserve"> </w:t>
            </w:r>
            <w:r>
              <w:rPr>
                <w:rFonts w:ascii="Arial-Black" w:hAnsi="Arial-Black" w:cs="Arial-Black"/>
                <w:sz w:val="18"/>
                <w:szCs w:val="18"/>
              </w:rPr>
              <w:sym w:font="Wingdings" w:char="F072"/>
            </w:r>
            <w:r>
              <w:rPr>
                <w:b/>
                <w:bCs/>
                <w:sz w:val="18"/>
                <w:szCs w:val="18"/>
                <w:rtl/>
                <w:lang w:bidi="ar-QA"/>
              </w:rPr>
              <w:t>. التدبر في الممارسة المهنية وتقييمها وتطويرها</w:t>
            </w:r>
          </w:p>
        </w:tc>
        <w:tc>
          <w:tcPr>
            <w:tcW w:w="10757" w:type="dxa"/>
            <w:shd w:val="clear" w:color="auto" w:fill="FFFFFF"/>
          </w:tcPr>
          <w:tbl>
            <w:tblPr>
              <w:tblpPr w:leftFromText="180" w:rightFromText="180" w:vertAnchor="text" w:horzAnchor="margin" w:tblpY="26"/>
              <w:tblOverlap w:val="never"/>
              <w:bidiVisual/>
              <w:tblW w:w="10719" w:type="dxa"/>
              <w:tblInd w:w="26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272"/>
              <w:gridCol w:w="4300"/>
              <w:gridCol w:w="3147"/>
            </w:tblGrid>
            <w:tr w:rsidR="008550A4" w:rsidRPr="00F46300" w:rsidTr="005A1110">
              <w:trPr>
                <w:trHeight w:val="369"/>
              </w:trPr>
              <w:tc>
                <w:tcPr>
                  <w:tcW w:w="3272" w:type="dxa"/>
                  <w:tcBorders>
                    <w:top w:val="single" w:sz="1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52562A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الكتاب المدرسي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 xml:space="preserve">Text Book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4300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8"/>
                  </w:r>
                  <w:r w:rsidRPr="00F46300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السبورة البيضاء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White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cr/>
                    <w:t>Board</w:t>
                  </w:r>
                </w:p>
              </w:tc>
              <w:tc>
                <w:tcPr>
                  <w:tcW w:w="3147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السبورة الذكية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Smart Board</w:t>
                  </w:r>
                </w:p>
              </w:tc>
            </w:tr>
            <w:tr w:rsidR="008550A4" w:rsidRPr="00F46300" w:rsidTr="005A1110">
              <w:trPr>
                <w:trHeight w:val="398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A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العروض </w:t>
                  </w:r>
                  <w:proofErr w:type="spellStart"/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التقديمية</w:t>
                  </w:r>
                  <w:proofErr w:type="spellEnd"/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Presentations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أوراق و العمل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Worksheet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أوراق الأنشطة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Activity Sheet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</w:p>
              </w:tc>
            </w:tr>
            <w:tr w:rsidR="008550A4" w:rsidRPr="00F46300" w:rsidTr="005A1110">
              <w:trPr>
                <w:trHeight w:val="398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52562A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="0052562A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A8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جهاز العرض العلوي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Data Show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الأدوات الهندسية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Geometric Set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معمل الحاسب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Computer Lab</w:t>
                  </w:r>
                </w:p>
              </w:tc>
            </w:tr>
            <w:tr w:rsidR="008550A4" w:rsidRPr="00F46300" w:rsidTr="005A1110">
              <w:trPr>
                <w:trHeight w:val="412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الآلة الحاسبة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Calculator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الملصقات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  <w:lang w:bidi="ar-QA"/>
                    </w:rPr>
                    <w:t xml:space="preserve">والبطاقات </w:t>
                  </w:r>
                  <w:r w:rsidRPr="00F46300">
                    <w:rPr>
                      <w:b/>
                      <w:bCs/>
                      <w:sz w:val="22"/>
                      <w:szCs w:val="22"/>
                      <w:lang w:bidi="ar-QA"/>
                    </w:rPr>
                    <w:t>Posters &amp; Flashcards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8550A4" w:rsidRDefault="008550A4" w:rsidP="001D0965">
                  <w:pPr>
                    <w:rPr>
                      <w:rFonts w:ascii="Arial-Black" w:hAnsi="Arial-Black" w:cs="Arial-Black"/>
                      <w:sz w:val="22"/>
                      <w:szCs w:val="22"/>
                      <w:rtl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t xml:space="preserve"> </w:t>
                  </w: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فيديو / ألعاب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Games / Video</w:t>
                  </w:r>
                </w:p>
                <w:p w:rsidR="008550A4" w:rsidRPr="004C036E" w:rsidRDefault="008550A4" w:rsidP="001D0965">
                  <w:pPr>
                    <w:rPr>
                      <w:rFonts w:cs="Arial"/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>.........................................</w:t>
                  </w:r>
                </w:p>
              </w:tc>
            </w:tr>
            <w:tr w:rsidR="008550A4" w:rsidRPr="00F46300" w:rsidTr="005A1110">
              <w:trPr>
                <w:trHeight w:val="412"/>
              </w:trPr>
              <w:tc>
                <w:tcPr>
                  <w:tcW w:w="32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1D096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..........................................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F46300" w:rsidRDefault="008550A4" w:rsidP="00B74D10">
                  <w:pPr>
                    <w:rPr>
                      <w:rFonts w:ascii="Arial-Black" w:hAnsi="Arial-Black" w:cs="Arial"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 w:rsidRPr="00F46300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الوسائل التعليمية اليدوية </w:t>
                  </w:r>
                  <w:r w:rsidRPr="00F46300">
                    <w:rPr>
                      <w:b/>
                      <w:bCs/>
                      <w:sz w:val="22"/>
                      <w:szCs w:val="22"/>
                    </w:rPr>
                    <w:t>Manipulative</w:t>
                  </w:r>
                </w:p>
              </w:tc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8550A4" w:rsidRPr="004C036E" w:rsidRDefault="008550A4" w:rsidP="001D0965">
                  <w:pPr>
                    <w:rPr>
                      <w:rFonts w:cs="Arial"/>
                      <w:b/>
                      <w:bCs/>
                      <w:sz w:val="22"/>
                      <w:szCs w:val="22"/>
                      <w:rtl/>
                      <w:lang w:bidi="ar-QA"/>
                    </w:rPr>
                  </w:pPr>
                  <w:r w:rsidRPr="00F46300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2"/>
                      <w:szCs w:val="22"/>
                      <w:rtl/>
                    </w:rPr>
                    <w:t xml:space="preserve"> ..........................................</w:t>
                  </w:r>
                </w:p>
              </w:tc>
            </w:tr>
          </w:tbl>
          <w:p w:rsidR="008A1C00" w:rsidRPr="00162E8A" w:rsidRDefault="008A1C00" w:rsidP="00696FBB">
            <w:pPr>
              <w:rPr>
                <w:rFonts w:ascii="Arial-Black" w:hAnsi="Arial-Black" w:cs="Arial"/>
                <w:sz w:val="20"/>
                <w:szCs w:val="20"/>
                <w:lang w:bidi="ar-QA"/>
              </w:rPr>
            </w:pPr>
          </w:p>
        </w:tc>
      </w:tr>
      <w:tr w:rsidR="008A1C00" w:rsidRPr="003B512E" w:rsidTr="00757630">
        <w:trPr>
          <w:trHeight w:val="430"/>
        </w:trPr>
        <w:tc>
          <w:tcPr>
            <w:tcW w:w="5096" w:type="dxa"/>
            <w:vMerge/>
            <w:shd w:val="clear" w:color="auto" w:fill="FFFFFF"/>
          </w:tcPr>
          <w:p w:rsidR="008A1C00" w:rsidRPr="00174484" w:rsidRDefault="008A1C00" w:rsidP="00696FBB">
            <w:pPr>
              <w:rPr>
                <w:rFonts w:ascii="Arial-Black" w:hAnsi="Arial-Black" w:cs="Arial-Black"/>
                <w:sz w:val="20"/>
                <w:szCs w:val="20"/>
              </w:rPr>
            </w:pPr>
          </w:p>
        </w:tc>
        <w:tc>
          <w:tcPr>
            <w:tcW w:w="10757" w:type="dxa"/>
            <w:shd w:val="clear" w:color="auto" w:fill="B6DDE8"/>
            <w:vAlign w:val="center"/>
          </w:tcPr>
          <w:p w:rsidR="008A1C00" w:rsidRDefault="008A1C00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 w:rsidRPr="00162E8A">
              <w:rPr>
                <w:rFonts w:cs="PT Bold Heading"/>
                <w:sz w:val="20"/>
                <w:szCs w:val="20"/>
                <w:rtl/>
                <w:lang w:bidi="ar-QA"/>
              </w:rPr>
              <w:t>المصطلحات الرئيسة و المفردات</w:t>
            </w:r>
            <w:r w:rsidRPr="0070546E">
              <w:rPr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70546E">
              <w:rPr>
                <w:b/>
                <w:bCs/>
                <w:sz w:val="20"/>
                <w:szCs w:val="20"/>
                <w:lang w:bidi="ar-QA"/>
              </w:rPr>
              <w:t>Terminology &amp; Vocabulary</w:t>
            </w:r>
          </w:p>
          <w:p w:rsidR="0093402C" w:rsidRPr="0070546E" w:rsidRDefault="0093402C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</w:p>
        </w:tc>
      </w:tr>
      <w:tr w:rsidR="008A1C00" w:rsidRPr="003B512E" w:rsidTr="0093402C">
        <w:trPr>
          <w:trHeight w:val="397"/>
        </w:trPr>
        <w:tc>
          <w:tcPr>
            <w:tcW w:w="5096" w:type="dxa"/>
            <w:vMerge/>
            <w:shd w:val="clear" w:color="auto" w:fill="FFFFFF"/>
          </w:tcPr>
          <w:p w:rsidR="008A1C00" w:rsidRPr="00174484" w:rsidRDefault="008A1C00" w:rsidP="00696FBB">
            <w:pPr>
              <w:rPr>
                <w:rFonts w:ascii="Arial-Black" w:hAnsi="Arial-Black" w:cs="Arial-Black"/>
                <w:sz w:val="20"/>
                <w:szCs w:val="20"/>
              </w:rPr>
            </w:pPr>
          </w:p>
        </w:tc>
        <w:tc>
          <w:tcPr>
            <w:tcW w:w="10757" w:type="dxa"/>
            <w:shd w:val="clear" w:color="auto" w:fill="FFFFFF"/>
          </w:tcPr>
          <w:p w:rsidR="00B54B86" w:rsidRPr="0093402C" w:rsidRDefault="00C61949" w:rsidP="00B54B86">
            <w:pPr>
              <w:pStyle w:val="ListParagraph"/>
              <w:bidi/>
              <w:ind w:left="17"/>
              <w:outlineLvl w:val="0"/>
              <w:rPr>
                <w:rtl/>
                <w:lang w:bidi="ar-QA"/>
              </w:rPr>
            </w:pPr>
            <w:r>
              <w:t xml:space="preserve">Composite function </w:t>
            </w:r>
            <w:r>
              <w:rPr>
                <w:rFonts w:hint="cs"/>
                <w:rtl/>
                <w:lang w:bidi="ar-QA"/>
              </w:rPr>
              <w:t xml:space="preserve">  الدوال المركبة </w:t>
            </w:r>
          </w:p>
        </w:tc>
      </w:tr>
    </w:tbl>
    <w:p w:rsidR="00036136" w:rsidRPr="00036136" w:rsidRDefault="00036136" w:rsidP="00036136">
      <w:pPr>
        <w:rPr>
          <w:vanish/>
        </w:rPr>
      </w:pPr>
    </w:p>
    <w:tbl>
      <w:tblPr>
        <w:bidiVisual/>
        <w:tblW w:w="15758" w:type="dxa"/>
        <w:jc w:val="center"/>
        <w:tblInd w:w="-5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0"/>
        <w:gridCol w:w="3260"/>
        <w:gridCol w:w="4253"/>
        <w:gridCol w:w="3260"/>
        <w:gridCol w:w="2049"/>
        <w:gridCol w:w="876"/>
      </w:tblGrid>
      <w:tr w:rsidR="00F33723" w:rsidRPr="00F618EE" w:rsidTr="00E243E5">
        <w:trPr>
          <w:trHeight w:val="120"/>
          <w:jc w:val="center"/>
        </w:trPr>
        <w:tc>
          <w:tcPr>
            <w:tcW w:w="15758" w:type="dxa"/>
            <w:gridSpan w:val="6"/>
            <w:tcBorders>
              <w:top w:val="single" w:sz="4" w:space="0" w:color="000000"/>
              <w:left w:val="threeDEmboss" w:sz="18" w:space="0" w:color="auto"/>
              <w:right w:val="threeDEmboss" w:sz="18" w:space="0" w:color="auto"/>
            </w:tcBorders>
            <w:shd w:val="clear" w:color="auto" w:fill="B6DDE8"/>
            <w:vAlign w:val="center"/>
          </w:tcPr>
          <w:p w:rsidR="00F33723" w:rsidRPr="00891BB5" w:rsidRDefault="00F33723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lastRenderedPageBreak/>
              <w:t>أنشطة الدرس</w:t>
            </w: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>Lesson Activities</w:t>
            </w:r>
            <w:r w:rsidRPr="00891BB5">
              <w:rPr>
                <w:rFonts w:cs="PT Bold Heading"/>
                <w:sz w:val="20"/>
                <w:szCs w:val="20"/>
                <w:lang w:bidi="ar-QA"/>
              </w:rPr>
              <w:t xml:space="preserve"> </w:t>
            </w:r>
          </w:p>
        </w:tc>
      </w:tr>
      <w:tr w:rsidR="002F157D" w:rsidRPr="00F618EE" w:rsidTr="00C3089A">
        <w:trPr>
          <w:trHeight w:val="267"/>
          <w:jc w:val="center"/>
        </w:trPr>
        <w:tc>
          <w:tcPr>
            <w:tcW w:w="2060" w:type="dxa"/>
            <w:vMerge w:val="restart"/>
            <w:tcBorders>
              <w:left w:val="threeDEmboss" w:sz="18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891BB5" w:rsidRDefault="002F157D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التمهيد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Starter </w:t>
            </w:r>
          </w:p>
          <w:p w:rsidR="002F157D" w:rsidRPr="006260F7" w:rsidRDefault="002F157D" w:rsidP="00696FBB">
            <w:pPr>
              <w:rPr>
                <w:rFonts w:cs="PT Bold Heading"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الوقت</w:t>
            </w:r>
            <w:r w:rsidRPr="004E1EC6"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4E1EC6">
              <w:rPr>
                <w:b/>
                <w:bCs/>
                <w:sz w:val="18"/>
                <w:szCs w:val="18"/>
                <w:lang w:bidi="ar-QA"/>
              </w:rPr>
              <w:t>Time</w:t>
            </w:r>
            <w:r w:rsidR="006B076B">
              <w:rPr>
                <w:rFonts w:cs="PT Bold Heading" w:hint="cs"/>
                <w:sz w:val="18"/>
                <w:szCs w:val="18"/>
                <w:rtl/>
                <w:lang w:bidi="ar-QA"/>
              </w:rPr>
              <w:t>: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</w:t>
            </w:r>
            <w:r w:rsidR="00940F9C">
              <w:rPr>
                <w:rFonts w:cs="PT Bold Heading" w:hint="cs"/>
                <w:sz w:val="18"/>
                <w:szCs w:val="18"/>
                <w:rtl/>
                <w:lang w:bidi="ar-QA"/>
              </w:rPr>
              <w:t>7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........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المعلم </w:t>
            </w:r>
            <w:r w:rsidRPr="00CE45A8">
              <w:rPr>
                <w:b/>
                <w:bCs/>
                <w:sz w:val="16"/>
                <w:szCs w:val="16"/>
              </w:rPr>
              <w:t>Teacher's Role</w:t>
            </w:r>
          </w:p>
          <w:p w:rsidR="002F157D" w:rsidRPr="00CE45A8" w:rsidRDefault="002F157D" w:rsidP="00696FBB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438" w:type="dxa"/>
            <w:gridSpan w:val="4"/>
            <w:tcBorders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p w:rsidR="008E0F48" w:rsidRPr="008E0F48" w:rsidRDefault="00DD196D" w:rsidP="00C61949">
            <w:pPr>
              <w:rPr>
                <w:rFonts w:eastAsia="Calibri"/>
                <w:lang w:bidi="ar-QA"/>
              </w:rPr>
            </w:pPr>
            <w:r>
              <w:rPr>
                <w:rFonts w:eastAsia="Calibri" w:hint="cs"/>
                <w:rtl/>
              </w:rPr>
              <w:t>تقوم المعلمة ب</w:t>
            </w:r>
            <w:r w:rsidR="00C359D6">
              <w:rPr>
                <w:rFonts w:eastAsia="Calibri" w:hint="cs"/>
                <w:rtl/>
              </w:rPr>
              <w:t xml:space="preserve">كتابة </w:t>
            </w:r>
            <w:r w:rsidR="00C61949">
              <w:rPr>
                <w:rFonts w:eastAsia="Calibri" w:hint="cs"/>
                <w:rtl/>
              </w:rPr>
              <w:t xml:space="preserve">بعرض التدريب </w:t>
            </w:r>
            <w:proofErr w:type="spellStart"/>
            <w:r w:rsidR="00C61949">
              <w:rPr>
                <w:rFonts w:eastAsia="Calibri" w:hint="cs"/>
                <w:rtl/>
              </w:rPr>
              <w:t>التالى</w:t>
            </w:r>
            <w:proofErr w:type="spellEnd"/>
            <w:r w:rsidR="00C61949">
              <w:rPr>
                <w:rFonts w:eastAsia="Calibri" w:hint="cs"/>
                <w:rtl/>
              </w:rPr>
              <w:t xml:space="preserve"> </w:t>
            </w:r>
            <w:proofErr w:type="spellStart"/>
            <w:r w:rsidR="00C61949">
              <w:rPr>
                <w:rFonts w:eastAsia="Calibri" w:hint="cs"/>
                <w:rtl/>
              </w:rPr>
              <w:t>اذا</w:t>
            </w:r>
            <w:proofErr w:type="spellEnd"/>
            <w:r w:rsidR="00C61949">
              <w:rPr>
                <w:rFonts w:eastAsia="Calibri" w:hint="cs"/>
                <w:rtl/>
              </w:rPr>
              <w:t xml:space="preserve"> كانت </w:t>
            </w:r>
          </w:p>
          <w:p w:rsidR="008E0F48" w:rsidRPr="008E0F48" w:rsidRDefault="008E0F48" w:rsidP="00C61949">
            <w:pPr>
              <w:rPr>
                <w:rFonts w:eastAsia="Calibri"/>
                <w:lang w:bidi="ar-QA"/>
              </w:rPr>
            </w:pPr>
          </w:p>
          <w:p w:rsidR="008E0F48" w:rsidRDefault="008E0F48" w:rsidP="00470592">
            <w:pPr>
              <w:tabs>
                <w:tab w:val="center" w:pos="5111"/>
              </w:tabs>
              <w:jc w:val="center"/>
              <w:rPr>
                <w:rFonts w:eastAsia="Calibri"/>
                <w:rtl/>
                <w:lang w:bidi="ar-QA"/>
              </w:rPr>
            </w:pPr>
            <m:oMath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</m:d>
              <m:r>
                <w:rPr>
                  <w:rFonts w:ascii="Cambria Math" w:eastAsia="Calibri" w:hAnsi="Cambria Math"/>
                </w:rPr>
                <m:t>=2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 xml:space="preserve">2  </m:t>
                  </m:r>
                </m:sup>
              </m:sSup>
              <m:r>
                <w:rPr>
                  <w:rFonts w:ascii="Cambria Math" w:eastAsia="Calibri" w:hAnsi="Cambria Math"/>
                </w:rPr>
                <m:t>-3x</m:t>
              </m:r>
              <m:r>
                <m:rPr>
                  <m:sty m:val="p"/>
                </m:rPr>
                <w:rPr>
                  <w:rFonts w:ascii="Cambria Math" w:eastAsia="Calibri" w:hAnsi="Cambria Math"/>
                  <w:lang w:bidi="ar-QA"/>
                </w:rPr>
                <m:t xml:space="preserve">     </m:t>
              </m:r>
            </m:oMath>
            <w:r>
              <w:rPr>
                <w:rFonts w:eastAsia="Calibri" w:hint="cs"/>
                <w:rtl/>
                <w:lang w:bidi="ar-QA"/>
              </w:rPr>
              <w:t xml:space="preserve">    </w:t>
            </w:r>
            <w:r>
              <w:rPr>
                <w:rFonts w:eastAsia="Calibri"/>
                <w:rtl/>
                <w:lang w:bidi="ar-QA"/>
              </w:rPr>
              <w:tab/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lang w:bidi="ar-QA"/>
                </w:rPr>
                <m:t xml:space="preserve"> </m:t>
              </m:r>
              <m:r>
                <w:rPr>
                  <w:rFonts w:ascii="Cambria Math" w:eastAsia="Calibri" w:hAnsi="Cambria Math"/>
                  <w:lang w:bidi="ar-QA"/>
                </w:rPr>
                <m:t>g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</m:d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 xml:space="preserve">2  </m:t>
                  </m:r>
                </m:sup>
              </m:sSup>
              <m:r>
                <w:rPr>
                  <w:rFonts w:ascii="Cambria Math" w:eastAsia="Calibri" w:hAnsi="Cambria Math"/>
                </w:rPr>
                <m:t>+2x</m:t>
              </m:r>
            </m:oMath>
          </w:p>
          <w:p w:rsidR="00F4495C" w:rsidRDefault="001B19E2" w:rsidP="00470592">
            <w:pPr>
              <w:jc w:val="center"/>
              <w:rPr>
                <w:rFonts w:eastAsia="Calibri"/>
                <w:lang w:bidi="ar-QA"/>
              </w:rPr>
            </w:pPr>
            <w:proofErr w:type="spellStart"/>
            <w:r>
              <w:rPr>
                <w:rFonts w:eastAsia="Calibri" w:hint="cs"/>
                <w:rtl/>
                <w:lang w:bidi="ar-QA"/>
              </w:rPr>
              <w:t>أ</w:t>
            </w:r>
            <w:r w:rsidR="00C61949">
              <w:rPr>
                <w:rFonts w:eastAsia="Calibri" w:hint="cs"/>
                <w:rtl/>
                <w:lang w:bidi="ar-QA"/>
              </w:rPr>
              <w:t>وجدى</w:t>
            </w:r>
            <w:proofErr w:type="spellEnd"/>
            <w:r w:rsidR="00C61949">
              <w:rPr>
                <w:rFonts w:eastAsia="Calibri" w:hint="cs"/>
                <w:rtl/>
                <w:lang w:bidi="ar-QA"/>
              </w:rPr>
              <w:t xml:space="preserve"> قيمة </w:t>
            </w:r>
            <m:oMath>
              <m:r>
                <w:rPr>
                  <w:rFonts w:ascii="Cambria Math" w:eastAsia="Calibri" w:hAnsi="Cambria Math"/>
                  <w:lang w:bidi="ar-QA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bidi="ar-QA"/>
                    </w:rPr>
                    <m:t>-4</m:t>
                  </m:r>
                </m:e>
              </m:d>
              <m:r>
                <w:rPr>
                  <w:rFonts w:ascii="Cambria Math" w:eastAsia="Calibri" w:hAnsi="Cambria Math"/>
                  <w:lang w:bidi="ar-QA"/>
                </w:rPr>
                <m:t xml:space="preserve">     ,   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lang w:bidi="ar-Q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lang w:bidi="ar-QA"/>
                    </w:rPr>
                    <m:t xml:space="preserve">5 </m:t>
                  </m:r>
                </m:e>
              </m:d>
              <m:r>
                <w:rPr>
                  <w:rFonts w:ascii="Cambria Math" w:eastAsia="Calibri" w:hAnsi="Cambria Math"/>
                  <w:lang w:bidi="ar-QA"/>
                </w:rPr>
                <m:t xml:space="preserve">      (</m:t>
              </m:r>
            </m:oMath>
            <w:r w:rsidR="008E0F48">
              <w:rPr>
                <w:rFonts w:eastAsia="Calibri"/>
                <w:lang w:bidi="ar-QA"/>
              </w:rPr>
              <w:t>a)</w:t>
            </w:r>
            <w:r w:rsidR="00470592">
              <w:rPr>
                <w:rFonts w:eastAsia="Calibri" w:hint="cs"/>
                <w:rtl/>
                <w:lang w:bidi="ar-QA"/>
              </w:rPr>
              <w:t xml:space="preserve">   </w:t>
            </w:r>
          </w:p>
          <w:p w:rsidR="008E0F48" w:rsidRPr="008E0F48" w:rsidRDefault="008E0F48" w:rsidP="00470592">
            <w:pPr>
              <w:jc w:val="center"/>
              <w:rPr>
                <w:rFonts w:eastAsia="Calibri"/>
                <w:rtl/>
                <w:lang w:bidi="ar-QA"/>
              </w:rPr>
            </w:pPr>
            <w:r>
              <w:rPr>
                <w:rFonts w:eastAsia="Calibri"/>
                <w:lang w:bidi="ar-QA"/>
              </w:rPr>
              <w:t>b)(</w:t>
            </w:r>
            <w:proofErr w:type="spellStart"/>
            <w:r>
              <w:rPr>
                <w:rFonts w:eastAsia="Calibri"/>
                <w:lang w:bidi="ar-QA"/>
              </w:rPr>
              <w:t>f.g</w:t>
            </w:r>
            <w:proofErr w:type="spellEnd"/>
            <w:r>
              <w:rPr>
                <w:rFonts w:eastAsia="Calibri"/>
                <w:lang w:bidi="ar-QA"/>
              </w:rPr>
              <w:t>)(x)</w:t>
            </w:r>
          </w:p>
        </w:tc>
      </w:tr>
      <w:tr w:rsidR="002F157D" w:rsidRPr="00F618EE" w:rsidTr="00C3089A">
        <w:trPr>
          <w:trHeight w:val="312"/>
          <w:jc w:val="center"/>
        </w:trPr>
        <w:tc>
          <w:tcPr>
            <w:tcW w:w="2060" w:type="dxa"/>
            <w:vMerge/>
            <w:tcBorders>
              <w:left w:val="threeDEmboss" w:sz="18" w:space="0" w:color="auto"/>
              <w:bottom w:val="single" w:sz="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4"/>
                <w:szCs w:val="14"/>
                <w:rtl/>
                <w:lang w:bidi="ar-QA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b/>
                <w:bCs/>
                <w:sz w:val="16"/>
                <w:szCs w:val="16"/>
                <w:rtl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</w:t>
            </w:r>
            <w:r w:rsidRPr="00CE45A8">
              <w:rPr>
                <w:rFonts w:hint="cs"/>
                <w:b/>
                <w:bCs/>
                <w:sz w:val="16"/>
                <w:szCs w:val="16"/>
                <w:rtl/>
              </w:rPr>
              <w:t xml:space="preserve">المتعلم </w:t>
            </w:r>
            <w:r w:rsidRPr="00CE45A8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CE45A8">
              <w:rPr>
                <w:b/>
                <w:bCs/>
                <w:sz w:val="16"/>
                <w:szCs w:val="16"/>
              </w:rPr>
              <w:t>Student's Role</w:t>
            </w:r>
          </w:p>
        </w:tc>
        <w:tc>
          <w:tcPr>
            <w:tcW w:w="10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p w:rsidR="00F4495C" w:rsidRPr="002309C2" w:rsidRDefault="00AD7BF5" w:rsidP="00E44A73">
            <w:pPr>
              <w:rPr>
                <w:rtl/>
              </w:rPr>
            </w:pPr>
            <w:r>
              <w:rPr>
                <w:rFonts w:hint="cs"/>
                <w:rtl/>
                <w:lang w:bidi="ar-QA"/>
              </w:rPr>
              <w:t xml:space="preserve">حل التدريب كنشاط جماعي </w:t>
            </w:r>
            <w:r w:rsidR="003C0CFD" w:rsidRPr="002309C2">
              <w:rPr>
                <w:rFonts w:hint="cs"/>
                <w:rtl/>
              </w:rPr>
              <w:t xml:space="preserve"> </w:t>
            </w:r>
            <w:r w:rsidR="00810C20">
              <w:rPr>
                <w:rFonts w:hint="cs"/>
                <w:rtl/>
              </w:rPr>
              <w:t xml:space="preserve"> </w:t>
            </w:r>
            <w:r w:rsidR="00E44A73">
              <w:rPr>
                <w:rFonts w:hint="cs"/>
                <w:rtl/>
              </w:rPr>
              <w:t>.</w:t>
            </w:r>
          </w:p>
        </w:tc>
      </w:tr>
      <w:tr w:rsidR="002F157D" w:rsidRPr="00F618EE" w:rsidTr="00C3089A">
        <w:trPr>
          <w:trHeight w:val="124"/>
          <w:jc w:val="center"/>
        </w:trPr>
        <w:tc>
          <w:tcPr>
            <w:tcW w:w="2060" w:type="dxa"/>
            <w:vMerge w:val="restart"/>
            <w:tcBorders>
              <w:top w:val="single" w:sz="4" w:space="0" w:color="auto"/>
              <w:left w:val="threeDEmboss" w:sz="18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2F157D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أهداف التعلم   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</w:t>
            </w:r>
          </w:p>
          <w:p w:rsidR="002F157D" w:rsidRPr="00891BB5" w:rsidRDefault="002F157D" w:rsidP="00CE51F6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 xml:space="preserve"> Learning Objectives</w:t>
            </w:r>
          </w:p>
        </w:tc>
        <w:tc>
          <w:tcPr>
            <w:tcW w:w="12822" w:type="dxa"/>
            <w:gridSpan w:val="4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b/>
                <w:bCs/>
                <w:sz w:val="18"/>
                <w:szCs w:val="18"/>
                <w:rtl/>
                <w:lang w:bidi="ar-QA"/>
              </w:rPr>
              <w:t>الأنشطة الرئيسة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  </w:t>
            </w:r>
            <w:r w:rsidRPr="006260F7">
              <w:rPr>
                <w:rFonts w:cs="PT Bold Heading" w:hint="cs"/>
                <w:sz w:val="18"/>
                <w:szCs w:val="18"/>
                <w:rtl/>
                <w:lang w:bidi="ar-QA"/>
              </w:rPr>
              <w:t xml:space="preserve"> </w:t>
            </w: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>Main</w:t>
            </w:r>
            <w:r w:rsidRPr="006260F7">
              <w:rPr>
                <w:rFonts w:cs="PT Bold Heading"/>
                <w:sz w:val="18"/>
                <w:szCs w:val="18"/>
                <w:lang w:bidi="ar-QA"/>
              </w:rPr>
              <w:t xml:space="preserve"> </w:t>
            </w:r>
            <w:r w:rsidRPr="006260F7">
              <w:rPr>
                <w:rFonts w:cs="PT Bold Heading"/>
                <w:b/>
                <w:bCs/>
                <w:sz w:val="18"/>
                <w:szCs w:val="18"/>
                <w:lang w:bidi="ar-QA"/>
              </w:rPr>
              <w:t>Activities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000000"/>
              <w:right w:val="threeDEmboss" w:sz="18" w:space="0" w:color="auto"/>
            </w:tcBorders>
            <w:shd w:val="clear" w:color="auto" w:fill="B6DDE8"/>
            <w:vAlign w:val="center"/>
          </w:tcPr>
          <w:p w:rsidR="002F157D" w:rsidRPr="00891BB5" w:rsidRDefault="002F157D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الوقت </w:t>
            </w:r>
            <w:r w:rsidRPr="00891BB5">
              <w:rPr>
                <w:b/>
                <w:bCs/>
                <w:sz w:val="20"/>
                <w:szCs w:val="20"/>
                <w:lang w:bidi="ar-QA"/>
              </w:rPr>
              <w:t>Time</w:t>
            </w:r>
          </w:p>
        </w:tc>
      </w:tr>
      <w:tr w:rsidR="002F157D" w:rsidRPr="00F618EE" w:rsidTr="006C7171">
        <w:trPr>
          <w:trHeight w:val="461"/>
          <w:jc w:val="center"/>
        </w:trPr>
        <w:tc>
          <w:tcPr>
            <w:tcW w:w="2060" w:type="dxa"/>
            <w:vMerge/>
            <w:tcBorders>
              <w:left w:val="threeDEmboss" w:sz="18" w:space="0" w:color="auto"/>
              <w:right w:val="single" w:sz="4" w:space="0" w:color="000000"/>
            </w:tcBorders>
            <w:shd w:val="clear" w:color="auto" w:fill="B6DDE8"/>
            <w:vAlign w:val="center"/>
          </w:tcPr>
          <w:p w:rsidR="002F157D" w:rsidRPr="006260F7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lang w:bidi="ar-QA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sz w:val="18"/>
                <w:szCs w:val="18"/>
                <w:rtl/>
                <w:lang w:bidi="ar-QA"/>
              </w:rPr>
            </w:pPr>
            <w:r w:rsidRPr="00F33723">
              <w:rPr>
                <w:b/>
                <w:bCs/>
                <w:sz w:val="18"/>
                <w:szCs w:val="18"/>
                <w:rtl/>
              </w:rPr>
              <w:t>دور المعلم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F33723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F33723">
              <w:rPr>
                <w:b/>
                <w:bCs/>
                <w:sz w:val="18"/>
                <w:szCs w:val="18"/>
              </w:rPr>
              <w:t>Teacher's Role</w:t>
            </w: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B6DDE8"/>
            <w:vAlign w:val="center"/>
          </w:tcPr>
          <w:p w:rsidR="002F157D" w:rsidRPr="00F33723" w:rsidRDefault="002F157D" w:rsidP="00696FBB">
            <w:pPr>
              <w:rPr>
                <w:sz w:val="18"/>
                <w:szCs w:val="18"/>
                <w:rtl/>
                <w:lang w:bidi="ar-QA"/>
              </w:rPr>
            </w:pPr>
            <w:r w:rsidRPr="00F33723">
              <w:rPr>
                <w:b/>
                <w:bCs/>
                <w:sz w:val="18"/>
                <w:szCs w:val="18"/>
                <w:rtl/>
              </w:rPr>
              <w:t xml:space="preserve">دور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المتعلم </w:t>
            </w:r>
            <w:r w:rsidRPr="00F33723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F33723">
              <w:rPr>
                <w:b/>
                <w:bCs/>
                <w:sz w:val="18"/>
                <w:szCs w:val="18"/>
              </w:rPr>
              <w:t>Student's Role</w:t>
            </w:r>
          </w:p>
        </w:tc>
        <w:tc>
          <w:tcPr>
            <w:tcW w:w="876" w:type="dxa"/>
            <w:vMerge/>
            <w:tcBorders>
              <w:left w:val="single" w:sz="4" w:space="0" w:color="000000"/>
              <w:right w:val="threeDEmboss" w:sz="18" w:space="0" w:color="auto"/>
            </w:tcBorders>
            <w:shd w:val="clear" w:color="auto" w:fill="B6DDE8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8"/>
                <w:szCs w:val="18"/>
                <w:rtl/>
                <w:lang w:bidi="ar-QA"/>
              </w:rPr>
            </w:pPr>
          </w:p>
        </w:tc>
      </w:tr>
      <w:tr w:rsidR="002F157D" w:rsidRPr="00F618EE" w:rsidTr="006C7171">
        <w:trPr>
          <w:trHeight w:val="396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633BA5" w:rsidRDefault="00C3089A" w:rsidP="00325A12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</w:pPr>
            <w:r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 xml:space="preserve">في نهاية الدرس سيكون الطالب قادرا </w:t>
            </w:r>
            <w:r w:rsidR="002F157D" w:rsidRPr="00633BA5">
              <w:rPr>
                <w:rFonts w:ascii="Comic Sans MS" w:hAnsi="Comic Sans MS" w:hint="c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  <w:t>على  أن :</w:t>
            </w:r>
          </w:p>
          <w:p w:rsidR="002F157D" w:rsidRPr="000D4A1D" w:rsidRDefault="00633BA5" w:rsidP="00AD7BF5">
            <w:pPr>
              <w:autoSpaceDE w:val="0"/>
              <w:autoSpaceDN w:val="0"/>
              <w:adjustRightInd w:val="0"/>
              <w:rPr>
                <w:rFonts w:ascii="Wingdings" w:eastAsia="Arial,Bold" w:hAnsi="Wingdings" w:cs="Wingdings"/>
                <w:rtl/>
                <w:lang w:bidi="ar-QA"/>
              </w:rPr>
            </w:pPr>
            <w:r w:rsidRPr="00633BA5">
              <w:rPr>
                <w:rFonts w:hint="cs"/>
                <w:sz w:val="23"/>
                <w:szCs w:val="23"/>
                <w:rtl/>
              </w:rPr>
              <w:t>1</w:t>
            </w:r>
            <w:r w:rsidR="00AD7BF5">
              <w:rPr>
                <w:rFonts w:hint="cs"/>
                <w:sz w:val="23"/>
                <w:szCs w:val="23"/>
                <w:rtl/>
              </w:rPr>
              <w:t>ايجاد الدالة المركبة</w:t>
            </w:r>
            <w:r w:rsidR="00267EF1">
              <w:rPr>
                <w:rFonts w:hint="cs"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E3522" w:rsidRPr="000110B8" w:rsidRDefault="00653DC8" w:rsidP="00653DC8">
            <w:pPr>
              <w:rPr>
                <w:rFonts w:eastAsia="Calibri"/>
                <w:rtl/>
                <w:lang w:bidi="ar-QA"/>
              </w:rPr>
            </w:pPr>
            <w:r>
              <w:rPr>
                <w:rFonts w:eastAsia="Calibri" w:hint="cs"/>
                <w:rtl/>
              </w:rPr>
              <w:t xml:space="preserve">باستخدام </w:t>
            </w:r>
            <w:r w:rsidR="00470592">
              <w:rPr>
                <w:rFonts w:eastAsia="Calibri" w:hint="cs"/>
                <w:rtl/>
              </w:rPr>
              <w:t>إستراتيجية</w:t>
            </w:r>
            <w:r>
              <w:rPr>
                <w:rFonts w:eastAsia="Calibri" w:hint="cs"/>
                <w:rtl/>
              </w:rPr>
              <w:t xml:space="preserve"> </w:t>
            </w:r>
            <w:r w:rsidR="008E0F48">
              <w:rPr>
                <w:rFonts w:eastAsia="Calibri" w:hint="cs"/>
                <w:rtl/>
              </w:rPr>
              <w:t xml:space="preserve">الاستنباط ومن سابق معرفة الطالبات وبعد التمهيد السابق تقوم المعلمة </w:t>
            </w:r>
            <w:r>
              <w:rPr>
                <w:rFonts w:eastAsia="Calibri" w:hint="cs"/>
                <w:rtl/>
              </w:rPr>
              <w:t xml:space="preserve"> </w:t>
            </w:r>
            <w:r w:rsidR="0093402C" w:rsidRPr="000110B8">
              <w:rPr>
                <w:rFonts w:eastAsia="Calibri" w:hint="cs"/>
                <w:rtl/>
              </w:rPr>
              <w:t xml:space="preserve">شرح </w:t>
            </w:r>
            <w:r w:rsidR="00366BA3">
              <w:rPr>
                <w:rFonts w:eastAsia="Calibri" w:hint="cs"/>
                <w:rtl/>
              </w:rPr>
              <w:t xml:space="preserve">تعريف </w:t>
            </w:r>
            <w:r>
              <w:rPr>
                <w:rFonts w:eastAsia="Calibri" w:hint="cs"/>
                <w:rtl/>
              </w:rPr>
              <w:t xml:space="preserve">الدوال المركبة على </w:t>
            </w:r>
            <w:proofErr w:type="spellStart"/>
            <w:r>
              <w:rPr>
                <w:rFonts w:eastAsia="Calibri" w:hint="cs"/>
                <w:rtl/>
              </w:rPr>
              <w:t>انها</w:t>
            </w:r>
            <w:proofErr w:type="spellEnd"/>
            <w:r>
              <w:rPr>
                <w:rFonts w:eastAsia="Calibri" w:hint="cs"/>
                <w:rtl/>
              </w:rPr>
              <w:t xml:space="preserve"> استخدام مخرجات دالة ما في </w:t>
            </w:r>
            <w:proofErr w:type="spellStart"/>
            <w:r>
              <w:rPr>
                <w:rFonts w:eastAsia="Calibri" w:hint="cs"/>
                <w:rtl/>
              </w:rPr>
              <w:t>مدخلات</w:t>
            </w:r>
            <w:proofErr w:type="spellEnd"/>
            <w:r>
              <w:rPr>
                <w:rFonts w:eastAsia="Calibri" w:hint="cs"/>
                <w:rtl/>
              </w:rPr>
              <w:t xml:space="preserve"> دالة أخرى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0B51E3" w:rsidRPr="00136F85" w:rsidRDefault="00F44C43" w:rsidP="00560D45">
            <w:pPr>
              <w:autoSpaceDE w:val="0"/>
              <w:autoSpaceDN w:val="0"/>
              <w:adjustRightInd w:val="0"/>
              <w:rPr>
                <w:b/>
                <w:bCs/>
                <w:rtl/>
              </w:rPr>
            </w:pPr>
            <w:r w:rsidRPr="0046504A">
              <w:rPr>
                <w:rFonts w:eastAsia="Calibri"/>
                <w:rtl/>
              </w:rPr>
              <w:t>الط</w:t>
            </w:r>
            <w:r>
              <w:rPr>
                <w:rFonts w:eastAsia="Calibri" w:hint="cs"/>
                <w:rtl/>
              </w:rPr>
              <w:t>البات</w:t>
            </w:r>
            <w:r w:rsidRPr="0046504A">
              <w:rPr>
                <w:rFonts w:eastAsia="Calibri"/>
              </w:rPr>
              <w:t xml:space="preserve"> </w:t>
            </w:r>
            <w:r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 xml:space="preserve">نصتون لشرح </w:t>
            </w:r>
            <w:r w:rsidRPr="00452ED1">
              <w:rPr>
                <w:rFonts w:eastAsia="Calibri" w:hint="cs"/>
                <w:rtl/>
              </w:rPr>
              <w:t>المعلمة و</w:t>
            </w:r>
            <w:r>
              <w:rPr>
                <w:rFonts w:eastAsia="Calibri" w:hint="cs"/>
                <w:rtl/>
              </w:rPr>
              <w:t xml:space="preserve"> </w:t>
            </w:r>
            <w:r w:rsidRPr="00452ED1">
              <w:rPr>
                <w:rFonts w:eastAsia="Calibri" w:hint="cs"/>
                <w:rtl/>
              </w:rPr>
              <w:t>يقوموا</w:t>
            </w:r>
            <w:r>
              <w:rPr>
                <w:rFonts w:eastAsia="Calibri" w:hint="cs"/>
                <w:rtl/>
              </w:rPr>
              <w:t xml:space="preserve"> بكتابة </w:t>
            </w:r>
            <w:r w:rsidR="00560D45">
              <w:rPr>
                <w:rFonts w:eastAsia="Calibri" w:hint="cs"/>
                <w:rtl/>
              </w:rPr>
              <w:t>التعريف</w:t>
            </w:r>
            <w:r>
              <w:rPr>
                <w:rFonts w:eastAsia="Calibri" w:hint="cs"/>
                <w:rtl/>
              </w:rPr>
              <w:t xml:space="preserve"> في كراساتهم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67715D" w:rsidP="00934816">
            <w:pPr>
              <w:rPr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5</w:t>
            </w:r>
          </w:p>
        </w:tc>
      </w:tr>
      <w:tr w:rsidR="00F276A8" w:rsidRPr="00F618EE" w:rsidTr="006C7171">
        <w:trPr>
          <w:trHeight w:val="396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F276A8" w:rsidRPr="00633BA5" w:rsidRDefault="00F276A8" w:rsidP="00325A12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</w:pP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1B19E2" w:rsidRDefault="008E0F48" w:rsidP="00470592">
            <w:pPr>
              <w:rPr>
                <w:rFonts w:hint="cs"/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وباستخدام </w:t>
            </w:r>
            <w:r w:rsidR="00470592">
              <w:rPr>
                <w:rFonts w:hint="cs"/>
                <w:rtl/>
                <w:lang w:bidi="ar-QA"/>
              </w:rPr>
              <w:t>إستراتيجية</w:t>
            </w:r>
            <w:r>
              <w:rPr>
                <w:rFonts w:hint="cs"/>
                <w:rtl/>
                <w:lang w:bidi="ar-QA"/>
              </w:rPr>
              <w:t xml:space="preserve"> التعلم </w:t>
            </w:r>
            <w:r w:rsidR="00470592">
              <w:rPr>
                <w:rFonts w:hint="cs"/>
                <w:rtl/>
                <w:lang w:bidi="ar-QA"/>
              </w:rPr>
              <w:t>الذاتي</w:t>
            </w:r>
            <w:r>
              <w:rPr>
                <w:rFonts w:hint="cs"/>
                <w:rtl/>
                <w:lang w:bidi="ar-QA"/>
              </w:rPr>
              <w:t xml:space="preserve"> تسال المعلمة الطالبات بفتح الكتاب   ص 139 وبحل التدريب رقم 1   </w:t>
            </w:r>
            <w:r>
              <w:rPr>
                <w:lang w:bidi="ar-QA"/>
              </w:rPr>
              <w:t xml:space="preserve">                                                                                  a  ,b   ,c,  ,e</w:t>
            </w:r>
            <w:r w:rsidR="00470592">
              <w:rPr>
                <w:lang w:bidi="ar-QA"/>
              </w:rPr>
              <w:t xml:space="preserve"> ,</w:t>
            </w:r>
            <w:r>
              <w:rPr>
                <w:lang w:bidi="ar-QA"/>
              </w:rPr>
              <w:t xml:space="preserve"> </w:t>
            </w:r>
            <w:r>
              <w:rPr>
                <w:rFonts w:hint="cs"/>
                <w:rtl/>
                <w:lang w:bidi="ar-QA"/>
              </w:rPr>
              <w:t xml:space="preserve"> </w:t>
            </w:r>
          </w:p>
          <w:p w:rsidR="00F276A8" w:rsidRPr="000110B8" w:rsidRDefault="008E0F48" w:rsidP="00470592">
            <w:pPr>
              <w:rPr>
                <w:rtl/>
                <w:lang w:bidi="ar-QA"/>
              </w:rPr>
            </w:pPr>
            <w:r>
              <w:rPr>
                <w:rFonts w:hint="cs"/>
                <w:rtl/>
                <w:lang w:bidi="ar-QA"/>
              </w:rPr>
              <w:t xml:space="preserve">  ثم </w:t>
            </w:r>
            <w:r w:rsidR="00F276A8" w:rsidRPr="000110B8">
              <w:rPr>
                <w:rtl/>
                <w:lang w:bidi="ar-QA"/>
              </w:rPr>
              <w:t xml:space="preserve">تقوم المعلمة </w:t>
            </w:r>
            <w:r>
              <w:rPr>
                <w:rFonts w:hint="cs"/>
                <w:rtl/>
                <w:lang w:bidi="ar-QA"/>
              </w:rPr>
              <w:t xml:space="preserve">بعرض الشرح وطريقة الحل الصحيح على السبورة حتى تقيم الطالبات نتيجة توقعهم لطريقة الحل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F276A8" w:rsidRPr="0046504A" w:rsidRDefault="00B7372C" w:rsidP="00B7372C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  <w:r w:rsidRPr="0046504A">
              <w:rPr>
                <w:rFonts w:eastAsia="Calibri"/>
                <w:rtl/>
              </w:rPr>
              <w:t>الط</w:t>
            </w:r>
            <w:r>
              <w:rPr>
                <w:rFonts w:eastAsia="Calibri" w:hint="cs"/>
                <w:rtl/>
              </w:rPr>
              <w:t>البات</w:t>
            </w:r>
            <w:r w:rsidRPr="0046504A">
              <w:rPr>
                <w:rFonts w:eastAsia="Calibri"/>
              </w:rPr>
              <w:t xml:space="preserve"> </w:t>
            </w:r>
            <w:r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 xml:space="preserve">نصتون لشرح </w:t>
            </w:r>
            <w:r w:rsidRPr="00452ED1">
              <w:rPr>
                <w:rFonts w:eastAsia="Calibri" w:hint="cs"/>
                <w:rtl/>
              </w:rPr>
              <w:t>المعلمة و</w:t>
            </w:r>
            <w:r>
              <w:rPr>
                <w:rFonts w:eastAsia="Calibri" w:hint="cs"/>
                <w:rtl/>
              </w:rPr>
              <w:t xml:space="preserve"> </w:t>
            </w:r>
            <w:r w:rsidRPr="00452ED1">
              <w:rPr>
                <w:rFonts w:eastAsia="Calibri" w:hint="cs"/>
                <w:rtl/>
              </w:rPr>
              <w:t>يقوموا</w:t>
            </w:r>
            <w:r>
              <w:rPr>
                <w:rFonts w:eastAsia="Calibri" w:hint="cs"/>
                <w:rtl/>
              </w:rPr>
              <w:t xml:space="preserve"> بكتابة الحل في دفتر الصف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F276A8" w:rsidRPr="00681621" w:rsidRDefault="0067715D" w:rsidP="00696FBB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8</w:t>
            </w:r>
          </w:p>
        </w:tc>
      </w:tr>
      <w:tr w:rsidR="00452ED1" w:rsidRPr="00F618EE" w:rsidTr="006C7171">
        <w:trPr>
          <w:trHeight w:val="396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452ED1" w:rsidRPr="00633BA5" w:rsidRDefault="00452ED1" w:rsidP="00325A12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color w:val="244061"/>
                <w:sz w:val="23"/>
                <w:szCs w:val="23"/>
                <w:u w:val="single"/>
                <w:rtl/>
                <w:lang w:bidi="ar-QA"/>
              </w:rPr>
            </w:pP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52ED1" w:rsidRPr="000110B8" w:rsidRDefault="00A5415A" w:rsidP="00985FC2">
            <w:pPr>
              <w:rPr>
                <w:rFonts w:eastAsia="Calibri"/>
                <w:rtl/>
                <w:lang w:bidi="ar-QA"/>
              </w:rPr>
            </w:pPr>
            <w:r w:rsidRPr="000110B8">
              <w:rPr>
                <w:rFonts w:eastAsia="Arial,Bold" w:hint="cs"/>
                <w:rtl/>
              </w:rPr>
              <w:t>تطلب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المعلمة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من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الطالبات</w:t>
            </w:r>
            <w:r w:rsidRPr="000110B8">
              <w:rPr>
                <w:rFonts w:eastAsia="Arial,Bold"/>
              </w:rPr>
              <w:t xml:space="preserve"> </w:t>
            </w:r>
            <w:r w:rsidR="009B596E" w:rsidRPr="000110B8">
              <w:rPr>
                <w:rFonts w:hint="cs"/>
                <w:color w:val="FF0000"/>
                <w:rtl/>
                <w:lang w:bidi="ar-QA"/>
              </w:rPr>
              <w:t xml:space="preserve">بحل تدريب </w:t>
            </w:r>
            <w:r w:rsidR="00985FC2">
              <w:rPr>
                <w:rFonts w:hint="cs"/>
                <w:color w:val="FF0000"/>
                <w:rtl/>
                <w:lang w:bidi="ar-QA"/>
              </w:rPr>
              <w:t>2</w:t>
            </w:r>
            <w:r w:rsidR="009B596E" w:rsidRPr="000110B8">
              <w:rPr>
                <w:rFonts w:hint="cs"/>
                <w:color w:val="FF0000"/>
                <w:rtl/>
                <w:lang w:bidi="ar-QA"/>
              </w:rPr>
              <w:t xml:space="preserve"> (</w:t>
            </w:r>
            <w:r w:rsidR="00D20789">
              <w:rPr>
                <w:color w:val="FF0000"/>
                <w:lang w:bidi="ar-QA"/>
              </w:rPr>
              <w:t>a</w:t>
            </w:r>
            <w:r w:rsidR="009B596E" w:rsidRPr="000110B8">
              <w:rPr>
                <w:rFonts w:hint="cs"/>
                <w:color w:val="FF0000"/>
                <w:rtl/>
                <w:lang w:bidi="ar-QA"/>
              </w:rPr>
              <w:t>)</w:t>
            </w:r>
            <w:r w:rsidR="00985FC2">
              <w:rPr>
                <w:rFonts w:hint="cs"/>
                <w:color w:val="FF0000"/>
                <w:rtl/>
                <w:lang w:bidi="ar-QA"/>
              </w:rPr>
              <w:t>و(</w:t>
            </w:r>
            <w:r w:rsidR="00985FC2">
              <w:rPr>
                <w:color w:val="FF0000"/>
                <w:lang w:bidi="ar-QA"/>
              </w:rPr>
              <w:t>b</w:t>
            </w:r>
            <w:r w:rsidR="00985FC2">
              <w:rPr>
                <w:rFonts w:hint="cs"/>
                <w:color w:val="FF0000"/>
                <w:rtl/>
                <w:lang w:bidi="ar-QA"/>
              </w:rPr>
              <w:t>)</w:t>
            </w:r>
            <w:r w:rsidR="009B596E" w:rsidRPr="000110B8">
              <w:rPr>
                <w:rFonts w:hint="cs"/>
                <w:color w:val="FF0000"/>
                <w:rtl/>
                <w:lang w:bidi="ar-QA"/>
              </w:rPr>
              <w:t xml:space="preserve"> صفحة </w:t>
            </w:r>
            <w:r w:rsidR="00985FC2">
              <w:rPr>
                <w:rFonts w:hint="cs"/>
                <w:color w:val="FF0000"/>
                <w:rtl/>
                <w:lang w:bidi="ar-QA"/>
              </w:rPr>
              <w:t xml:space="preserve"> 139</w:t>
            </w:r>
            <w:r w:rsidR="009B596E" w:rsidRPr="000110B8">
              <w:rPr>
                <w:rFonts w:hint="cs"/>
                <w:rtl/>
                <w:lang w:bidi="ar-QA"/>
              </w:rPr>
              <w:t xml:space="preserve"> </w:t>
            </w:r>
            <w:r w:rsidR="00985FC2">
              <w:rPr>
                <w:rFonts w:eastAsia="Arial,Bold" w:hint="cs"/>
                <w:shd w:val="clear" w:color="auto" w:fill="E5B8B7"/>
                <w:rtl/>
              </w:rPr>
              <w:t xml:space="preserve">جماعي </w:t>
            </w:r>
            <w:r w:rsidRPr="000110B8">
              <w:rPr>
                <w:rFonts w:eastAsia="Arial,Bold"/>
              </w:rPr>
              <w:t xml:space="preserve"> </w:t>
            </w:r>
            <w:r w:rsidR="005F0127">
              <w:rPr>
                <w:rFonts w:eastAsia="Calibri" w:hint="cs"/>
                <w:rtl/>
              </w:rPr>
              <w:t>للتأكد</w:t>
            </w:r>
            <w:r w:rsidR="0065574F">
              <w:rPr>
                <w:rFonts w:eastAsia="Calibri" w:hint="cs"/>
                <w:rtl/>
              </w:rPr>
              <w:t xml:space="preserve"> من </w:t>
            </w:r>
            <w:r w:rsidR="00CE1F3A">
              <w:rPr>
                <w:rFonts w:eastAsia="Calibri" w:hint="cs"/>
                <w:rtl/>
              </w:rPr>
              <w:t>فهم</w:t>
            </w:r>
            <w:r w:rsidR="0065574F">
              <w:rPr>
                <w:rFonts w:eastAsia="Calibri" w:hint="cs"/>
                <w:rtl/>
              </w:rPr>
              <w:t xml:space="preserve"> الطالبات </w:t>
            </w:r>
            <w:r w:rsidR="00E85EE2">
              <w:rPr>
                <w:rFonts w:eastAsia="Calibri" w:hint="cs"/>
                <w:rtl/>
                <w:lang w:bidi="ar-QA"/>
              </w:rPr>
              <w:t>للمثال</w:t>
            </w:r>
            <w:r w:rsidR="00D75C82">
              <w:rPr>
                <w:rFonts w:eastAsia="Calibri" w:hint="cs"/>
                <w:rtl/>
                <w:lang w:bidi="ar-QA"/>
              </w:rPr>
              <w:t xml:space="preserve"> السابق</w:t>
            </w:r>
            <w:r w:rsidR="00E85EE2">
              <w:rPr>
                <w:rFonts w:eastAsia="Calibri" w:hint="cs"/>
                <w:rtl/>
                <w:lang w:bidi="ar-QA"/>
              </w:rPr>
              <w:t xml:space="preserve"> </w:t>
            </w:r>
            <w:r w:rsidR="00985FC2">
              <w:rPr>
                <w:rFonts w:eastAsia="Calibri" w:hint="cs"/>
                <w:rtl/>
                <w:lang w:bidi="ar-QA"/>
              </w:rPr>
              <w:t xml:space="preserve">مع مراعاة توضيح المطلوب وهو </w:t>
            </w:r>
            <w:proofErr w:type="spellStart"/>
            <w:r w:rsidR="00985FC2">
              <w:rPr>
                <w:rFonts w:eastAsia="Calibri" w:hint="cs"/>
                <w:rtl/>
                <w:lang w:bidi="ar-QA"/>
              </w:rPr>
              <w:t>التبيسيط</w:t>
            </w:r>
            <w:proofErr w:type="spellEnd"/>
            <w:r w:rsidR="00985FC2">
              <w:rPr>
                <w:rFonts w:eastAsia="Calibri" w:hint="cs"/>
                <w:rtl/>
                <w:lang w:bidi="ar-QA"/>
              </w:rPr>
              <w:t xml:space="preserve"> </w:t>
            </w:r>
            <w:proofErr w:type="spellStart"/>
            <w:r w:rsidR="00985FC2">
              <w:rPr>
                <w:rFonts w:eastAsia="Calibri" w:hint="cs"/>
                <w:rtl/>
                <w:lang w:bidi="ar-QA"/>
              </w:rPr>
              <w:t>ايضا</w:t>
            </w:r>
            <w:proofErr w:type="spellEnd"/>
            <w:r w:rsidR="00985FC2">
              <w:rPr>
                <w:rFonts w:eastAsia="Calibri" w:hint="cs"/>
                <w:rtl/>
                <w:lang w:bidi="ar-QA"/>
              </w:rPr>
              <w:t xml:space="preserve"> بعد </w:t>
            </w:r>
            <w:proofErr w:type="spellStart"/>
            <w:r w:rsidR="00985FC2">
              <w:rPr>
                <w:rFonts w:eastAsia="Calibri" w:hint="cs"/>
                <w:rtl/>
                <w:lang w:bidi="ar-QA"/>
              </w:rPr>
              <w:t>ايجاد</w:t>
            </w:r>
            <w:proofErr w:type="spellEnd"/>
            <w:r w:rsidR="00985FC2">
              <w:rPr>
                <w:rFonts w:eastAsia="Calibri" w:hint="cs"/>
                <w:rtl/>
                <w:lang w:bidi="ar-QA"/>
              </w:rPr>
              <w:t xml:space="preserve"> الناتج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452ED1" w:rsidRPr="00FC665B" w:rsidRDefault="00D9434F" w:rsidP="00FC665B">
            <w:pPr>
              <w:autoSpaceDE w:val="0"/>
              <w:autoSpaceDN w:val="0"/>
              <w:adjustRightInd w:val="0"/>
              <w:rPr>
                <w:rFonts w:eastAsia="Calibri"/>
                <w:u w:val="double"/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بشكل ثنائي حيث </w:t>
            </w:r>
            <w:r w:rsidRPr="00FE0DAE">
              <w:rPr>
                <w:rFonts w:hint="cs"/>
                <w:rtl/>
              </w:rPr>
              <w:t xml:space="preserve">نطبق </w:t>
            </w:r>
            <w:r w:rsidRPr="00FE0DAE">
              <w:rPr>
                <w:rFonts w:hint="cs"/>
                <w:u w:val="double"/>
                <w:rtl/>
              </w:rPr>
              <w:t>إستراتيجية التعلم بالأقران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452ED1" w:rsidRPr="00681621" w:rsidRDefault="00452ED1" w:rsidP="00696FBB">
            <w:pPr>
              <w:rPr>
                <w:rtl/>
                <w:lang w:bidi="ar-QA"/>
              </w:rPr>
            </w:pPr>
          </w:p>
          <w:p w:rsidR="00D8455E" w:rsidRPr="00681621" w:rsidRDefault="0067715D" w:rsidP="00696FBB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7</w:t>
            </w:r>
          </w:p>
        </w:tc>
      </w:tr>
      <w:tr w:rsidR="002F157D" w:rsidRPr="00F618EE" w:rsidTr="006C7171">
        <w:trPr>
          <w:trHeight w:val="417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7F4470" w:rsidRDefault="0026582C" w:rsidP="00985FC2">
            <w:pPr>
              <w:tabs>
                <w:tab w:val="left" w:pos="294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 w:hint="cs"/>
                <w:rtl/>
                <w:lang w:bidi="ar-QA"/>
              </w:rPr>
              <w:t>2.</w:t>
            </w:r>
            <w:r w:rsidR="00985FC2">
              <w:rPr>
                <w:rFonts w:ascii="Comic Sans MS" w:hAnsi="Comic Sans MS" w:hint="cs"/>
                <w:rtl/>
                <w:lang w:bidi="ar-QA"/>
              </w:rPr>
              <w:t xml:space="preserve">إعادة تعريف الدالة المركبة وذلك بإيجاد </w:t>
            </w:r>
            <w:proofErr w:type="spellStart"/>
            <w:r w:rsidR="00985FC2">
              <w:rPr>
                <w:rFonts w:ascii="Comic Sans MS" w:hAnsi="Comic Sans MS" w:hint="cs"/>
                <w:rtl/>
                <w:lang w:bidi="ar-QA"/>
              </w:rPr>
              <w:t>الدالتين</w:t>
            </w:r>
            <w:proofErr w:type="spellEnd"/>
            <w:r w:rsidR="00985FC2">
              <w:rPr>
                <w:rFonts w:ascii="Comic Sans MS" w:hAnsi="Comic Sans MS" w:hint="cs"/>
                <w:rtl/>
                <w:lang w:bidi="ar-QA"/>
              </w:rPr>
              <w:t xml:space="preserve"> </w:t>
            </w: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FF6CDF" w:rsidRPr="000110B8" w:rsidRDefault="00985FC2" w:rsidP="007837B4">
            <w:pPr>
              <w:rPr>
                <w:rFonts w:eastAsia="Arial,Bold"/>
                <w:rtl/>
                <w:lang w:bidi="ar-QA"/>
              </w:rPr>
            </w:pPr>
            <w:r>
              <w:rPr>
                <w:rFonts w:eastAsia="Arial,Bold" w:hint="cs"/>
                <w:rtl/>
              </w:rPr>
              <w:t xml:space="preserve">وباستخدام </w:t>
            </w:r>
            <w:proofErr w:type="spellStart"/>
            <w:r>
              <w:rPr>
                <w:rFonts w:eastAsia="Arial,Bold" w:hint="cs"/>
                <w:rtl/>
              </w:rPr>
              <w:t>استراتيجية</w:t>
            </w:r>
            <w:proofErr w:type="spellEnd"/>
            <w:r>
              <w:rPr>
                <w:rFonts w:eastAsia="Arial,Bold" w:hint="cs"/>
                <w:rtl/>
              </w:rPr>
              <w:t xml:space="preserve"> النقاش لتشويق الطالبات للمعرفة</w:t>
            </w:r>
            <w:r w:rsidR="007837B4">
              <w:rPr>
                <w:rFonts w:eastAsia="Arial,Bold" w:hint="cs"/>
                <w:rtl/>
              </w:rPr>
              <w:t xml:space="preserve"> اعرض على الطالبات  التدريب الثالث وهو عبارة عن </w:t>
            </w:r>
            <w:proofErr w:type="spellStart"/>
            <w:r w:rsidR="007837B4">
              <w:rPr>
                <w:rFonts w:eastAsia="Arial,Bold" w:hint="cs"/>
                <w:rtl/>
              </w:rPr>
              <w:t>دالتين</w:t>
            </w:r>
            <w:proofErr w:type="spellEnd"/>
            <w:r w:rsidR="007837B4">
              <w:rPr>
                <w:rFonts w:eastAsia="Arial,Bold" w:hint="cs"/>
                <w:rtl/>
              </w:rPr>
              <w:t xml:space="preserve"> متداخلتين والمطلوب </w:t>
            </w:r>
            <w:proofErr w:type="spellStart"/>
            <w:r w:rsidR="007837B4">
              <w:rPr>
                <w:rFonts w:eastAsia="Arial,Bold" w:hint="cs"/>
                <w:rtl/>
              </w:rPr>
              <w:t>ايجاد</w:t>
            </w:r>
            <w:proofErr w:type="spellEnd"/>
            <w:r w:rsidR="007837B4">
              <w:rPr>
                <w:rFonts w:eastAsia="Arial,Bold" w:hint="cs"/>
                <w:rtl/>
              </w:rPr>
              <w:t xml:space="preserve"> كل دالة على حدا وعرض طريقة الحل على الطالبات  وذلك بحل التدريب الثالث </w:t>
            </w:r>
            <w:proofErr w:type="spellStart"/>
            <w:r w:rsidR="007837B4">
              <w:rPr>
                <w:rFonts w:eastAsia="Arial,Bold"/>
              </w:rPr>
              <w:t>a,b</w:t>
            </w:r>
            <w:proofErr w:type="spellEnd"/>
            <w:r w:rsidR="007837B4">
              <w:rPr>
                <w:rFonts w:eastAsia="Arial,Bold"/>
              </w:rPr>
              <w:t xml:space="preserve"> </w:t>
            </w:r>
            <w:r w:rsidR="007837B4">
              <w:rPr>
                <w:rFonts w:eastAsia="Arial,Bold" w:hint="cs"/>
                <w:rtl/>
              </w:rPr>
              <w:t xml:space="preserve">  </w:t>
            </w:r>
            <w:r>
              <w:rPr>
                <w:rFonts w:eastAsia="Arial,Bold" w:hint="cs"/>
                <w:rtl/>
              </w:rPr>
              <w:t xml:space="preserve"> </w:t>
            </w:r>
            <w:r w:rsidR="007837B4">
              <w:rPr>
                <w:rFonts w:eastAsia="Arial,Bold" w:hint="cs"/>
                <w:rtl/>
                <w:lang w:bidi="ar-QA"/>
              </w:rPr>
              <w:t xml:space="preserve">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2D7E2C" w:rsidRPr="0046504A" w:rsidRDefault="00D9434F" w:rsidP="006C7171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  <w:r w:rsidRPr="0046504A">
              <w:rPr>
                <w:rFonts w:eastAsia="Calibri"/>
                <w:rtl/>
              </w:rPr>
              <w:t>الط</w:t>
            </w:r>
            <w:r>
              <w:rPr>
                <w:rFonts w:eastAsia="Calibri" w:hint="cs"/>
                <w:rtl/>
              </w:rPr>
              <w:t>البات</w:t>
            </w:r>
            <w:r w:rsidRPr="0046504A">
              <w:rPr>
                <w:rFonts w:eastAsia="Calibri"/>
              </w:rPr>
              <w:t xml:space="preserve"> </w:t>
            </w:r>
            <w:r>
              <w:rPr>
                <w:rFonts w:eastAsia="Calibri"/>
                <w:rtl/>
              </w:rPr>
              <w:t>ي</w:t>
            </w:r>
            <w:r>
              <w:rPr>
                <w:rFonts w:eastAsia="Calibri" w:hint="cs"/>
                <w:rtl/>
              </w:rPr>
              <w:t xml:space="preserve">نصتون لشرح </w:t>
            </w:r>
            <w:r w:rsidRPr="00452ED1">
              <w:rPr>
                <w:rFonts w:eastAsia="Calibri" w:hint="cs"/>
                <w:rtl/>
              </w:rPr>
              <w:t>المعلمة و</w:t>
            </w:r>
            <w:r>
              <w:rPr>
                <w:rFonts w:eastAsia="Calibri" w:hint="cs"/>
                <w:rtl/>
              </w:rPr>
              <w:t xml:space="preserve"> </w:t>
            </w:r>
            <w:r w:rsidRPr="00452ED1">
              <w:rPr>
                <w:rFonts w:eastAsia="Calibri" w:hint="cs"/>
                <w:rtl/>
              </w:rPr>
              <w:t>يقوموا</w:t>
            </w:r>
            <w:r>
              <w:rPr>
                <w:rFonts w:eastAsia="Calibri" w:hint="cs"/>
                <w:rtl/>
              </w:rPr>
              <w:t xml:space="preserve"> بكتابة الحل في دفتر الصف</w:t>
            </w:r>
            <w:r w:rsidRPr="0046504A">
              <w:rPr>
                <w:rFonts w:eastAsia="Calibri"/>
                <w:rtl/>
              </w:rPr>
              <w:t xml:space="preserve"> 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B72599" w:rsidP="00696FBB">
            <w:pPr>
              <w:rPr>
                <w:rtl/>
                <w:lang w:bidi="ar-QA"/>
              </w:rPr>
            </w:pPr>
            <w:r w:rsidRPr="00681621">
              <w:rPr>
                <w:lang w:bidi="ar-QA"/>
              </w:rPr>
              <w:t>8</w:t>
            </w:r>
          </w:p>
        </w:tc>
      </w:tr>
      <w:tr w:rsidR="00E61D06" w:rsidRPr="00F618EE" w:rsidTr="006C7171">
        <w:trPr>
          <w:trHeight w:val="417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E61D06" w:rsidRPr="007F4470" w:rsidRDefault="00E61D06" w:rsidP="00F767F4">
            <w:pPr>
              <w:tabs>
                <w:tab w:val="left" w:pos="294"/>
              </w:tabs>
              <w:rPr>
                <w:rFonts w:ascii="Comic Sans MS" w:hAnsi="Comic Sans MS"/>
              </w:rPr>
            </w:pP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E61D06" w:rsidRPr="000110B8" w:rsidRDefault="00E61D06" w:rsidP="005E606B">
            <w:pPr>
              <w:rPr>
                <w:rFonts w:eastAsia="Arial,Bold"/>
                <w:rtl/>
                <w:lang w:bidi="ar-QA"/>
              </w:rPr>
            </w:pPr>
            <w:r w:rsidRPr="000110B8">
              <w:rPr>
                <w:rFonts w:eastAsia="Arial,Bold" w:hint="cs"/>
                <w:rtl/>
              </w:rPr>
              <w:t>تطلب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المعلمة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من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الطالبات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بحل تدريب </w:t>
            </w:r>
            <w:r w:rsidR="005E606B">
              <w:rPr>
                <w:rFonts w:hint="cs"/>
                <w:color w:val="FF0000"/>
                <w:rtl/>
                <w:lang w:bidi="ar-QA"/>
              </w:rPr>
              <w:t>3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 (</w:t>
            </w:r>
            <w:proofErr w:type="spellStart"/>
            <w:r w:rsidR="005E606B">
              <w:rPr>
                <w:color w:val="FF0000"/>
                <w:lang w:bidi="ar-QA"/>
              </w:rPr>
              <w:t>c,d</w:t>
            </w:r>
            <w:proofErr w:type="spellEnd"/>
            <w:r w:rsidR="005E606B">
              <w:rPr>
                <w:color w:val="FF0000"/>
                <w:lang w:bidi="ar-QA"/>
              </w:rPr>
              <w:t xml:space="preserve"> </w:t>
            </w:r>
            <w:r w:rsidRPr="000110B8">
              <w:rPr>
                <w:rFonts w:hint="cs"/>
                <w:color w:val="FF0000"/>
                <w:rtl/>
                <w:lang w:bidi="ar-QA"/>
              </w:rPr>
              <w:t xml:space="preserve">) صفحة </w:t>
            </w:r>
            <w:r w:rsidR="00D20789" w:rsidRPr="000110B8">
              <w:rPr>
                <w:rFonts w:hint="cs"/>
                <w:color w:val="FF0000"/>
                <w:rtl/>
                <w:lang w:bidi="ar-QA"/>
              </w:rPr>
              <w:t>1</w:t>
            </w:r>
            <w:r w:rsidR="00D20789">
              <w:rPr>
                <w:rFonts w:hint="cs"/>
                <w:color w:val="FF0000"/>
                <w:rtl/>
                <w:lang w:bidi="ar-QA"/>
              </w:rPr>
              <w:t>3</w:t>
            </w:r>
            <w:r w:rsidR="005E606B">
              <w:rPr>
                <w:rFonts w:hint="cs"/>
                <w:color w:val="FF0000"/>
                <w:rtl/>
                <w:lang w:bidi="ar-QA"/>
              </w:rPr>
              <w:t>9</w:t>
            </w:r>
            <w:r w:rsidRPr="000110B8">
              <w:rPr>
                <w:rFonts w:eastAsia="Arial,Bold" w:hint="cs"/>
                <w:shd w:val="clear" w:color="auto" w:fill="E5B8B7"/>
                <w:rtl/>
              </w:rPr>
              <w:t xml:space="preserve">بشكل </w:t>
            </w:r>
            <w:proofErr w:type="spellStart"/>
            <w:r w:rsidR="005E606B">
              <w:rPr>
                <w:rFonts w:eastAsia="Arial,Bold" w:hint="cs"/>
                <w:shd w:val="clear" w:color="auto" w:fill="E5B8B7"/>
                <w:rtl/>
              </w:rPr>
              <w:t>ثنائى</w:t>
            </w:r>
            <w:proofErr w:type="spellEnd"/>
            <w:r w:rsidR="005E606B">
              <w:rPr>
                <w:rFonts w:eastAsia="Arial,Bold" w:hint="cs"/>
                <w:shd w:val="clear" w:color="auto" w:fill="E5B8B7"/>
                <w:rtl/>
              </w:rPr>
              <w:t xml:space="preserve">    </w:t>
            </w: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E61D06" w:rsidRPr="0046504A" w:rsidRDefault="009E1D7A" w:rsidP="00AA3784">
            <w:pPr>
              <w:autoSpaceDE w:val="0"/>
              <w:autoSpaceDN w:val="0"/>
              <w:adjustRightInd w:val="0"/>
              <w:rPr>
                <w:rFonts w:eastAsia="Calibri"/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بشكل فردي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E61D06" w:rsidRPr="00681621" w:rsidRDefault="00DA1ADC" w:rsidP="00696FBB">
            <w:pPr>
              <w:rPr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6</w:t>
            </w:r>
          </w:p>
        </w:tc>
      </w:tr>
      <w:tr w:rsidR="002F157D" w:rsidRPr="00F618EE" w:rsidTr="006C7171">
        <w:trPr>
          <w:trHeight w:val="558"/>
          <w:jc w:val="center"/>
        </w:trPr>
        <w:tc>
          <w:tcPr>
            <w:tcW w:w="2060" w:type="dxa"/>
            <w:tcBorders>
              <w:left w:val="threeDEmboss" w:sz="18" w:space="0" w:color="auto"/>
              <w:right w:val="single" w:sz="4" w:space="0" w:color="000000"/>
            </w:tcBorders>
          </w:tcPr>
          <w:p w:rsidR="002F157D" w:rsidRPr="007F4470" w:rsidRDefault="002F157D" w:rsidP="00B95E07">
            <w:pPr>
              <w:tabs>
                <w:tab w:val="left" w:pos="294"/>
              </w:tabs>
              <w:rPr>
                <w:rFonts w:ascii="Comic Sans MS" w:hAnsi="Comic Sans MS"/>
                <w:lang w:bidi="ar-QA"/>
              </w:rPr>
            </w:pPr>
          </w:p>
        </w:tc>
        <w:tc>
          <w:tcPr>
            <w:tcW w:w="7513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804BB3" w:rsidRPr="000110B8" w:rsidRDefault="00804BB3" w:rsidP="005E606B">
            <w:pPr>
              <w:rPr>
                <w:rFonts w:eastAsia="Arial,Bold"/>
                <w:rtl/>
              </w:rPr>
            </w:pPr>
          </w:p>
        </w:tc>
        <w:tc>
          <w:tcPr>
            <w:tcW w:w="5309" w:type="dxa"/>
            <w:gridSpan w:val="2"/>
            <w:tcBorders>
              <w:left w:val="single" w:sz="4" w:space="0" w:color="000000"/>
            </w:tcBorders>
            <w:shd w:val="clear" w:color="auto" w:fill="FFFFFF"/>
          </w:tcPr>
          <w:p w:rsidR="005D61A1" w:rsidRPr="00FE0DAE" w:rsidRDefault="009E1D7A" w:rsidP="00FE0DAE">
            <w:pPr>
              <w:rPr>
                <w:b/>
                <w:bCs/>
                <w:u w:val="single"/>
                <w:rtl/>
              </w:rPr>
            </w:pPr>
            <w:r>
              <w:rPr>
                <w:rFonts w:eastAsia="Calibri" w:hint="cs"/>
                <w:rtl/>
              </w:rPr>
              <w:t xml:space="preserve">تحل الطالبات التدريب بشكل جماعي وذلك تبعا </w:t>
            </w:r>
            <w:r w:rsidRPr="000110B8">
              <w:rPr>
                <w:rFonts w:eastAsia="Calibri" w:hint="cs"/>
                <w:u w:val="double"/>
                <w:rtl/>
                <w:lang w:bidi="ar-QA"/>
              </w:rPr>
              <w:t>لإستراتيجية التعلم التعاوني</w:t>
            </w:r>
            <w:r w:rsidRPr="000110B8">
              <w:rPr>
                <w:rFonts w:hint="cs"/>
                <w:b/>
                <w:bCs/>
                <w:rtl/>
              </w:rPr>
              <w:t xml:space="preserve">  </w:t>
            </w:r>
          </w:p>
        </w:tc>
        <w:tc>
          <w:tcPr>
            <w:tcW w:w="876" w:type="dxa"/>
            <w:tcBorders>
              <w:right w:val="threeDEmboss" w:sz="18" w:space="0" w:color="auto"/>
            </w:tcBorders>
          </w:tcPr>
          <w:p w:rsidR="002F157D" w:rsidRPr="00681621" w:rsidRDefault="00D8455E" w:rsidP="00FE7CE8">
            <w:pPr>
              <w:rPr>
                <w:rtl/>
                <w:lang w:bidi="ar-QA"/>
              </w:rPr>
            </w:pPr>
            <w:r w:rsidRPr="00681621">
              <w:rPr>
                <w:rFonts w:hint="cs"/>
                <w:rtl/>
                <w:lang w:bidi="ar-QA"/>
              </w:rPr>
              <w:t>6</w:t>
            </w:r>
          </w:p>
        </w:tc>
      </w:tr>
      <w:tr w:rsidR="002F157D" w:rsidRPr="00F618EE" w:rsidTr="0009541B">
        <w:trPr>
          <w:trHeight w:val="352"/>
          <w:jc w:val="center"/>
        </w:trPr>
        <w:tc>
          <w:tcPr>
            <w:tcW w:w="2060" w:type="dxa"/>
            <w:vMerge w:val="restart"/>
            <w:tcBorders>
              <w:left w:val="threeDEmboss" w:sz="18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891BB5" w:rsidRDefault="002F157D" w:rsidP="00696FBB">
            <w:pPr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b/>
                <w:bCs/>
                <w:sz w:val="20"/>
                <w:szCs w:val="20"/>
                <w:rtl/>
                <w:lang w:bidi="ar-QA"/>
              </w:rPr>
              <w:t xml:space="preserve">الغلق  </w:t>
            </w:r>
            <w:r w:rsidRPr="00891BB5">
              <w:rPr>
                <w:rFonts w:cs="PT Bold Heading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  <w:r w:rsidRPr="00891BB5">
              <w:rPr>
                <w:rFonts w:cs="PT Bold Heading"/>
                <w:b/>
                <w:bCs/>
                <w:sz w:val="20"/>
                <w:szCs w:val="20"/>
                <w:lang w:bidi="ar-QA"/>
              </w:rPr>
              <w:t>Closure</w:t>
            </w:r>
          </w:p>
          <w:p w:rsidR="002F157D" w:rsidRPr="006260F7" w:rsidRDefault="002F157D" w:rsidP="00696FBB">
            <w:pPr>
              <w:rPr>
                <w:rFonts w:cs="PT Bold Heading"/>
                <w:b/>
                <w:bCs/>
                <w:sz w:val="18"/>
                <w:szCs w:val="18"/>
                <w:rtl/>
                <w:lang w:bidi="ar-QA"/>
              </w:rPr>
            </w:pPr>
            <w:r w:rsidRPr="00136F85">
              <w:rPr>
                <w:rFonts w:cs="PT Bold Heading" w:hint="cs"/>
                <w:sz w:val="18"/>
                <w:szCs w:val="18"/>
                <w:rtl/>
                <w:lang w:bidi="ar-QA"/>
              </w:rPr>
              <w:t>الوقت</w:t>
            </w:r>
            <w:r w:rsidRPr="004E1EC6">
              <w:rPr>
                <w:rFonts w:hint="cs"/>
                <w:b/>
                <w:bCs/>
                <w:sz w:val="18"/>
                <w:szCs w:val="18"/>
                <w:rtl/>
                <w:lang w:bidi="ar-QA"/>
              </w:rPr>
              <w:t xml:space="preserve"> </w:t>
            </w:r>
            <w:r w:rsidRPr="004E1EC6">
              <w:rPr>
                <w:b/>
                <w:bCs/>
                <w:sz w:val="18"/>
                <w:szCs w:val="18"/>
                <w:lang w:bidi="ar-QA"/>
              </w:rPr>
              <w:t>Time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:  .......</w:t>
            </w:r>
            <w:r w:rsidR="00940F9C">
              <w:rPr>
                <w:rFonts w:cs="PT Bold Heading" w:hint="cs"/>
                <w:sz w:val="18"/>
                <w:szCs w:val="18"/>
                <w:rtl/>
                <w:lang w:bidi="ar-QA"/>
              </w:rPr>
              <w:t>8</w:t>
            </w:r>
            <w:r>
              <w:rPr>
                <w:rFonts w:cs="PT Bold Heading" w:hint="cs"/>
                <w:sz w:val="18"/>
                <w:szCs w:val="18"/>
                <w:rtl/>
                <w:lang w:bidi="ar-QA"/>
              </w:rPr>
              <w:t>....</w:t>
            </w:r>
          </w:p>
        </w:tc>
        <w:tc>
          <w:tcPr>
            <w:tcW w:w="3260" w:type="dxa"/>
            <w:tcBorders>
              <w:left w:val="single" w:sz="4" w:space="0" w:color="000000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المعلم </w:t>
            </w:r>
            <w:r w:rsidRPr="00CE45A8">
              <w:rPr>
                <w:b/>
                <w:bCs/>
                <w:sz w:val="16"/>
                <w:szCs w:val="16"/>
              </w:rPr>
              <w:t>Teacher's Role</w:t>
            </w:r>
          </w:p>
        </w:tc>
        <w:tc>
          <w:tcPr>
            <w:tcW w:w="7513" w:type="dxa"/>
            <w:gridSpan w:val="2"/>
            <w:tcBorders>
              <w:right w:val="single" w:sz="4" w:space="0" w:color="000000"/>
            </w:tcBorders>
          </w:tcPr>
          <w:p w:rsidR="00C71D69" w:rsidRPr="009F2792" w:rsidRDefault="0067715D" w:rsidP="005E606B">
            <w:pPr>
              <w:rPr>
                <w:rFonts w:eastAsia="Arial,Bold"/>
                <w:rtl/>
              </w:rPr>
            </w:pPr>
            <w:r w:rsidRPr="000110B8">
              <w:rPr>
                <w:rFonts w:eastAsia="Arial,Bold" w:hint="cs"/>
                <w:rtl/>
              </w:rPr>
              <w:t>تطلب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المعلمة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من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الطالبات</w:t>
            </w:r>
            <w:r w:rsidRPr="000110B8">
              <w:rPr>
                <w:rFonts w:eastAsia="Arial,Bold"/>
              </w:rPr>
              <w:t xml:space="preserve"> </w:t>
            </w:r>
            <w:r w:rsidRPr="000110B8">
              <w:rPr>
                <w:rFonts w:eastAsia="Arial,Bold" w:hint="cs"/>
                <w:rtl/>
              </w:rPr>
              <w:t>حل</w:t>
            </w:r>
            <w:r w:rsidRPr="000110B8">
              <w:rPr>
                <w:rFonts w:eastAsia="Arial,Bold" w:hint="cs"/>
                <w:b/>
                <w:bCs/>
                <w:color w:val="00B050"/>
                <w:rtl/>
              </w:rPr>
              <w:t xml:space="preserve"> </w:t>
            </w:r>
            <w:r w:rsidRPr="000110B8">
              <w:rPr>
                <w:rFonts w:eastAsia="Calibri" w:hint="cs"/>
                <w:rtl/>
              </w:rPr>
              <w:t>تدريب(</w:t>
            </w:r>
            <w:r w:rsidR="005E606B">
              <w:rPr>
                <w:rFonts w:eastAsia="Calibri" w:hint="cs"/>
                <w:rtl/>
                <w:lang w:bidi="ar-QA"/>
              </w:rPr>
              <w:t>5</w:t>
            </w:r>
            <w:r w:rsidRPr="000110B8">
              <w:rPr>
                <w:rFonts w:eastAsia="Calibri" w:hint="cs"/>
                <w:rtl/>
              </w:rPr>
              <w:t xml:space="preserve">) </w:t>
            </w:r>
            <w:r>
              <w:rPr>
                <w:rFonts w:eastAsia="Calibri" w:hint="cs"/>
                <w:rtl/>
              </w:rPr>
              <w:t xml:space="preserve">ص </w:t>
            </w:r>
            <w:r w:rsidR="00156037">
              <w:rPr>
                <w:rFonts w:eastAsia="Calibri" w:hint="cs"/>
                <w:rtl/>
              </w:rPr>
              <w:t>13</w:t>
            </w:r>
            <w:r w:rsidR="005E606B">
              <w:rPr>
                <w:rFonts w:eastAsia="Calibri" w:hint="cs"/>
                <w:rtl/>
              </w:rPr>
              <w:t>9</w:t>
            </w:r>
          </w:p>
        </w:tc>
        <w:tc>
          <w:tcPr>
            <w:tcW w:w="2925" w:type="dxa"/>
            <w:gridSpan w:val="2"/>
            <w:tcBorders>
              <w:left w:val="single" w:sz="4" w:space="0" w:color="000000"/>
              <w:right w:val="threeDEmboss" w:sz="18" w:space="0" w:color="auto"/>
            </w:tcBorders>
            <w:shd w:val="clear" w:color="auto" w:fill="DAEEF3"/>
            <w:vAlign w:val="center"/>
          </w:tcPr>
          <w:p w:rsidR="00A42D05" w:rsidRPr="002C5D49" w:rsidRDefault="002F157D" w:rsidP="0058516D">
            <w:pPr>
              <w:rPr>
                <w:b/>
                <w:bCs/>
                <w:sz w:val="20"/>
                <w:szCs w:val="20"/>
                <w:rtl/>
                <w:lang w:bidi="ar-QA"/>
              </w:rPr>
            </w:pPr>
            <w:r w:rsidRPr="00891BB5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الواجب </w:t>
            </w:r>
            <w:r w:rsidRPr="00891BB5">
              <w:rPr>
                <w:b/>
                <w:bCs/>
                <w:sz w:val="20"/>
                <w:szCs w:val="20"/>
                <w:lang w:bidi="ar-QA"/>
              </w:rPr>
              <w:t>Homework</w:t>
            </w:r>
            <w:r w:rsidRPr="00891BB5">
              <w:rPr>
                <w:rFonts w:hint="cs"/>
                <w:b/>
                <w:bCs/>
                <w:sz w:val="20"/>
                <w:szCs w:val="20"/>
                <w:rtl/>
                <w:lang w:bidi="ar-QA"/>
              </w:rPr>
              <w:t xml:space="preserve"> </w:t>
            </w:r>
          </w:p>
        </w:tc>
      </w:tr>
      <w:tr w:rsidR="002F157D" w:rsidRPr="00F618EE" w:rsidTr="0009541B">
        <w:trPr>
          <w:trHeight w:val="307"/>
          <w:jc w:val="center"/>
        </w:trPr>
        <w:tc>
          <w:tcPr>
            <w:tcW w:w="2060" w:type="dxa"/>
            <w:vMerge/>
            <w:tcBorders>
              <w:left w:val="threeDEmboss" w:sz="18" w:space="0" w:color="auto"/>
              <w:bottom w:val="threeDEmboss" w:sz="24" w:space="0" w:color="auto"/>
              <w:right w:val="single" w:sz="4" w:space="0" w:color="000000"/>
            </w:tcBorders>
            <w:shd w:val="clear" w:color="auto" w:fill="DAEEF3"/>
            <w:vAlign w:val="center"/>
          </w:tcPr>
          <w:p w:rsidR="002F157D" w:rsidRPr="006260F7" w:rsidRDefault="002F157D" w:rsidP="00696FBB">
            <w:pPr>
              <w:rPr>
                <w:rFonts w:cs="PT Bold Heading"/>
                <w:sz w:val="14"/>
                <w:szCs w:val="14"/>
                <w:rtl/>
                <w:lang w:bidi="ar-QA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threeDEmboss" w:sz="24" w:space="0" w:color="auto"/>
            </w:tcBorders>
            <w:shd w:val="clear" w:color="auto" w:fill="DAEEF3"/>
            <w:vAlign w:val="center"/>
          </w:tcPr>
          <w:p w:rsidR="002F157D" w:rsidRPr="00CE45A8" w:rsidRDefault="002F157D" w:rsidP="00696FBB">
            <w:pPr>
              <w:rPr>
                <w:sz w:val="16"/>
                <w:szCs w:val="16"/>
                <w:rtl/>
                <w:lang w:bidi="ar-QA"/>
              </w:rPr>
            </w:pPr>
            <w:r w:rsidRPr="00CE45A8">
              <w:rPr>
                <w:b/>
                <w:bCs/>
                <w:sz w:val="16"/>
                <w:szCs w:val="16"/>
                <w:rtl/>
              </w:rPr>
              <w:t xml:space="preserve">دور </w:t>
            </w:r>
            <w:r w:rsidRPr="00CE45A8">
              <w:rPr>
                <w:rFonts w:hint="cs"/>
                <w:b/>
                <w:bCs/>
                <w:sz w:val="16"/>
                <w:szCs w:val="16"/>
                <w:rtl/>
              </w:rPr>
              <w:t>المتعلم</w:t>
            </w:r>
            <w:r w:rsidRPr="00CE45A8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CE45A8">
              <w:rPr>
                <w:b/>
                <w:bCs/>
                <w:sz w:val="16"/>
                <w:szCs w:val="16"/>
              </w:rPr>
              <w:t>Student's Role</w:t>
            </w:r>
          </w:p>
        </w:tc>
        <w:tc>
          <w:tcPr>
            <w:tcW w:w="7513" w:type="dxa"/>
            <w:gridSpan w:val="2"/>
            <w:tcBorders>
              <w:bottom w:val="threeDEmboss" w:sz="24" w:space="0" w:color="auto"/>
              <w:right w:val="single" w:sz="4" w:space="0" w:color="000000"/>
            </w:tcBorders>
          </w:tcPr>
          <w:p w:rsidR="002F157D" w:rsidRPr="00EE1A2C" w:rsidRDefault="0067715D" w:rsidP="0067715D">
            <w:pPr>
              <w:rPr>
                <w:rtl/>
              </w:rPr>
            </w:pPr>
            <w:r w:rsidRPr="00FE0DAE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 xml:space="preserve">حل الطالبات </w:t>
            </w:r>
            <w:r>
              <w:rPr>
                <w:rFonts w:eastAsia="Calibri" w:hint="cs"/>
                <w:rtl/>
              </w:rPr>
              <w:t>ومن ثم يصححون أخطائهم مع المعلمة على السبورة</w:t>
            </w:r>
          </w:p>
        </w:tc>
        <w:tc>
          <w:tcPr>
            <w:tcW w:w="2925" w:type="dxa"/>
            <w:gridSpan w:val="2"/>
            <w:tcBorders>
              <w:left w:val="single" w:sz="4" w:space="0" w:color="000000"/>
              <w:bottom w:val="threeDEmboss" w:sz="24" w:space="0" w:color="auto"/>
              <w:right w:val="threeDEmboss" w:sz="18" w:space="0" w:color="auto"/>
            </w:tcBorders>
          </w:tcPr>
          <w:p w:rsidR="00CA0F7F" w:rsidRPr="00BE5FAF" w:rsidRDefault="003B5043" w:rsidP="005E606B">
            <w:pPr>
              <w:rPr>
                <w:rFonts w:eastAsia="Arial,Bold"/>
                <w:rtl/>
                <w:lang w:bidi="ar-QA"/>
              </w:rPr>
            </w:pPr>
            <w:r w:rsidRPr="000110B8">
              <w:rPr>
                <w:rFonts w:hint="cs"/>
                <w:color w:val="FF0000"/>
                <w:rtl/>
                <w:lang w:bidi="ar-QA"/>
              </w:rPr>
              <w:t xml:space="preserve">بحل تدريب </w:t>
            </w:r>
            <w:r w:rsidR="00156037">
              <w:rPr>
                <w:rFonts w:eastAsia="Arial,Bold" w:hint="cs"/>
                <w:rtl/>
                <w:lang w:bidi="ar-QA"/>
              </w:rPr>
              <w:t>13</w:t>
            </w:r>
            <w:r w:rsidR="005E606B">
              <w:rPr>
                <w:rFonts w:eastAsia="Arial,Bold" w:hint="cs"/>
                <w:rtl/>
                <w:lang w:bidi="ar-QA"/>
              </w:rPr>
              <w:t>9</w:t>
            </w:r>
          </w:p>
        </w:tc>
      </w:tr>
    </w:tbl>
    <w:p w:rsidR="00757630" w:rsidRDefault="00757630" w:rsidP="00696FBB">
      <w:pPr>
        <w:rPr>
          <w:sz w:val="10"/>
          <w:szCs w:val="10"/>
          <w:rtl/>
        </w:rPr>
      </w:pPr>
    </w:p>
    <w:p w:rsidR="00757630" w:rsidRDefault="00757630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rFonts w:hint="cs"/>
          <w:sz w:val="10"/>
          <w:szCs w:val="10"/>
          <w:rtl/>
          <w:lang w:bidi="ar-QA"/>
        </w:rPr>
      </w:pPr>
    </w:p>
    <w:p w:rsidR="001B19E2" w:rsidRDefault="001B19E2" w:rsidP="00696FBB">
      <w:pPr>
        <w:rPr>
          <w:sz w:val="10"/>
          <w:szCs w:val="10"/>
          <w:rtl/>
          <w:lang w:bidi="ar-QA"/>
        </w:rPr>
      </w:pPr>
    </w:p>
    <w:p w:rsidR="00757630" w:rsidRDefault="00757630" w:rsidP="00696FBB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XSpec="center" w:tblpY="-57"/>
        <w:bidiVisual/>
        <w:tblW w:w="15735" w:type="dxa"/>
        <w:tblInd w:w="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63"/>
      </w:tblGrid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auto"/>
          </w:tcPr>
          <w:tbl>
            <w:tblPr>
              <w:tblpPr w:leftFromText="180" w:rightFromText="180" w:vertAnchor="text" w:horzAnchor="margin" w:tblpY="-143"/>
              <w:tblOverlap w:val="never"/>
              <w:bidiVisual/>
              <w:tblW w:w="1559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103"/>
              <w:gridCol w:w="5812"/>
              <w:gridCol w:w="1843"/>
              <w:gridCol w:w="2835"/>
            </w:tblGrid>
            <w:tr w:rsidR="00162E8A" w:rsidRPr="00E3460F" w:rsidTr="00577F0C">
              <w:trPr>
                <w:trHeight w:val="406"/>
              </w:trPr>
              <w:tc>
                <w:tcPr>
                  <w:tcW w:w="5103" w:type="dxa"/>
                  <w:shd w:val="clear" w:color="auto" w:fill="B6DDE8"/>
                  <w:vAlign w:val="center"/>
                </w:tcPr>
                <w:p w:rsidR="00162E8A" w:rsidRPr="00E3460F" w:rsidRDefault="00162E8A" w:rsidP="00696FBB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lastRenderedPageBreak/>
                    <w:t xml:space="preserve">مراعاة الفروق الفردية </w:t>
                  </w:r>
                  <w:r w:rsidRPr="00E3460F">
                    <w:rPr>
                      <w:b/>
                      <w:bCs/>
                      <w:sz w:val="20"/>
                      <w:szCs w:val="20"/>
                      <w:lang w:bidi="ar-QA"/>
                    </w:rPr>
                    <w:t>Differentiation</w:t>
                  </w:r>
                </w:p>
              </w:tc>
              <w:tc>
                <w:tcPr>
                  <w:tcW w:w="5812" w:type="dxa"/>
                  <w:shd w:val="clear" w:color="auto" w:fill="B6DDE8"/>
                  <w:vAlign w:val="center"/>
                </w:tcPr>
                <w:p w:rsidR="00162E8A" w:rsidRPr="004E1EC6" w:rsidRDefault="00162E8A" w:rsidP="00577F0C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4E1EC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>الترتيبات و التسهيلات لطلاب الدعم الإضافي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      </w:t>
                  </w:r>
                  <w:r w:rsidRPr="004E1EC6">
                    <w:rPr>
                      <w:rFonts w:hint="cs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AESN</w:t>
                  </w:r>
                  <w:r>
                    <w:rPr>
                      <w:b/>
                      <w:bCs/>
                      <w:sz w:val="20"/>
                      <w:szCs w:val="20"/>
                      <w:lang w:bidi="ar-QA"/>
                    </w:rPr>
                    <w:t xml:space="preserve">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Accommodation</w:t>
                  </w:r>
                </w:p>
              </w:tc>
              <w:tc>
                <w:tcPr>
                  <w:tcW w:w="1843" w:type="dxa"/>
                  <w:shd w:val="clear" w:color="auto" w:fill="B6DDE8"/>
                  <w:vAlign w:val="center"/>
                </w:tcPr>
                <w:p w:rsidR="00162E8A" w:rsidRPr="004E1EC6" w:rsidRDefault="00162E8A" w:rsidP="00696FBB">
                  <w:pPr>
                    <w:rPr>
                      <w:b/>
                      <w:bCs/>
                      <w:sz w:val="20"/>
                      <w:szCs w:val="20"/>
                      <w:lang w:bidi="ar-QA"/>
                    </w:rPr>
                  </w:pPr>
                  <w:r w:rsidRPr="004E1EC6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التكامل مع المواد الأخرى  </w:t>
                  </w:r>
                  <w:r w:rsidRPr="004E1EC6">
                    <w:rPr>
                      <w:b/>
                      <w:bCs/>
                      <w:sz w:val="20"/>
                      <w:szCs w:val="20"/>
                      <w:lang w:bidi="ar-QA"/>
                    </w:rPr>
                    <w:t>Integration</w:t>
                  </w:r>
                </w:p>
              </w:tc>
              <w:tc>
                <w:tcPr>
                  <w:tcW w:w="2835" w:type="dxa"/>
                  <w:shd w:val="clear" w:color="auto" w:fill="B6DDE8"/>
                  <w:vAlign w:val="center"/>
                </w:tcPr>
                <w:p w:rsidR="00162E8A" w:rsidRDefault="00162E8A" w:rsidP="00696FBB">
                  <w:pPr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التربية </w:t>
                  </w:r>
                  <w:proofErr w:type="spellStart"/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>القيمية</w:t>
                  </w:r>
                  <w:proofErr w:type="spellEnd"/>
                  <w:r w:rsidRPr="00E3460F">
                    <w:rPr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و الثقافة الأسرية </w:t>
                  </w:r>
                </w:p>
                <w:p w:rsidR="00162E8A" w:rsidRPr="00E3460F" w:rsidRDefault="00162E8A" w:rsidP="00696FBB">
                  <w:pPr>
                    <w:rPr>
                      <w:rFonts w:cs="PT Bold Heading"/>
                      <w:sz w:val="20"/>
                      <w:szCs w:val="20"/>
                      <w:lang w:bidi="ar-QA"/>
                    </w:rPr>
                  </w:pPr>
                  <w:r w:rsidRPr="00E3460F">
                    <w:rPr>
                      <w:b/>
                      <w:bCs/>
                      <w:sz w:val="20"/>
                      <w:szCs w:val="20"/>
                      <w:lang w:bidi="ar-QA"/>
                    </w:rPr>
                    <w:t>Values &amp; Family Literacy</w:t>
                  </w:r>
                </w:p>
              </w:tc>
            </w:tr>
            <w:tr w:rsidR="00162E8A" w:rsidRPr="00E3460F" w:rsidTr="00577F0C">
              <w:trPr>
                <w:trHeight w:val="1038"/>
              </w:trPr>
              <w:tc>
                <w:tcPr>
                  <w:tcW w:w="5103" w:type="dxa"/>
                </w:tcPr>
                <w:p w:rsidR="000057D8" w:rsidRDefault="000057D8" w:rsidP="00C17F8F">
                  <w:pPr>
                    <w:rPr>
                      <w:b/>
                      <w:bCs/>
                      <w:u w:val="single"/>
                      <w:lang w:bidi="ar-QA"/>
                    </w:rPr>
                  </w:pPr>
                  <w:r w:rsidRPr="004C5C3F">
                    <w:rPr>
                      <w:rFonts w:hint="cs"/>
                      <w:b/>
                      <w:bCs/>
                      <w:u w:val="single"/>
                      <w:rtl/>
                      <w:lang w:bidi="ar-QA"/>
                    </w:rPr>
                    <w:t>أنماط التعلم :</w:t>
                  </w:r>
                  <w:r>
                    <w:rPr>
                      <w:rFonts w:hint="cs"/>
                      <w:b/>
                      <w:bCs/>
                      <w:u w:val="single"/>
                      <w:rtl/>
                      <w:lang w:bidi="ar-QA"/>
                    </w:rPr>
                    <w:t xml:space="preserve"> </w:t>
                  </w:r>
                </w:p>
                <w:p w:rsidR="00162E8A" w:rsidRDefault="000057D8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  <w:r w:rsidRPr="001C643D">
                    <w:rPr>
                      <w:rFonts w:hint="cs"/>
                      <w:rtl/>
                      <w:lang w:bidi="ar-QA"/>
                    </w:rPr>
                    <w:t>النمط السمعي: من خلال النقاش بين الطالبات والمعلمة والطالبات وبعضهم والمعلومات التي قدمتها المعلمة للطالبات</w:t>
                  </w:r>
                </w:p>
                <w:p w:rsidR="00681621" w:rsidRDefault="00681621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</w:p>
                <w:p w:rsidR="00681621" w:rsidRDefault="00681621" w:rsidP="00C17F8F">
                  <w:pPr>
                    <w:ind w:left="360"/>
                    <w:jc w:val="center"/>
                    <w:rPr>
                      <w:rtl/>
                      <w:lang w:bidi="ar-QA"/>
                    </w:rPr>
                  </w:pPr>
                </w:p>
                <w:p w:rsidR="00681621" w:rsidRDefault="00681621" w:rsidP="00681621">
                  <w:pPr>
                    <w:rPr>
                      <w:rtl/>
                      <w:lang w:bidi="ar-QA"/>
                    </w:rPr>
                  </w:pPr>
                </w:p>
                <w:p w:rsidR="00681621" w:rsidRPr="001C643D" w:rsidRDefault="00681621" w:rsidP="00681621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5812" w:type="dxa"/>
                </w:tcPr>
                <w:p w:rsidR="00162E8A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  <w:tc>
                <w:tcPr>
                  <w:tcW w:w="1843" w:type="dxa"/>
                </w:tcPr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  <w:tc>
                <w:tcPr>
                  <w:tcW w:w="2835" w:type="dxa"/>
                </w:tcPr>
                <w:p w:rsidR="00162E8A" w:rsidRPr="00E3460F" w:rsidRDefault="00162E8A" w:rsidP="00C17F8F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</w:tc>
            </w:tr>
          </w:tbl>
          <w:p w:rsidR="00162E8A" w:rsidRDefault="00162E8A" w:rsidP="00696FBB">
            <w:pPr>
              <w:rPr>
                <w:rFonts w:cs="PT Bold Heading"/>
                <w:sz w:val="20"/>
                <w:szCs w:val="20"/>
                <w:rtl/>
                <w:lang w:bidi="ar-QA"/>
              </w:rPr>
            </w:pP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B6DDE8"/>
          </w:tcPr>
          <w:p w:rsidR="00162E8A" w:rsidRPr="009933ED" w:rsidRDefault="00162E8A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استراتيجيات و أساليب التعليم و التعلم </w:t>
            </w:r>
            <w:r w:rsidRPr="009933ED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Teaching &amp; Learning Strategies</w:t>
            </w:r>
          </w:p>
        </w:tc>
      </w:tr>
      <w:tr w:rsidR="00162E8A" w:rsidRPr="009933ED" w:rsidTr="00162E8A">
        <w:trPr>
          <w:trHeight w:val="1170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bidiVisual/>
              <w:tblW w:w="15665" w:type="dxa"/>
              <w:tblInd w:w="6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897"/>
              <w:gridCol w:w="2951"/>
              <w:gridCol w:w="2143"/>
              <w:gridCol w:w="2804"/>
              <w:gridCol w:w="2378"/>
              <w:gridCol w:w="2492"/>
            </w:tblGrid>
            <w:tr w:rsidR="00162E8A" w:rsidRPr="009933ED" w:rsidTr="00EA49D0">
              <w:trPr>
                <w:trHeight w:val="201"/>
              </w:trPr>
              <w:tc>
                <w:tcPr>
                  <w:tcW w:w="2897" w:type="dxa"/>
                  <w:tcBorders>
                    <w:top w:val="single" w:sz="18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C17F8F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C17F8F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الإلقاء و المحاضرة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Direct Teaching</w:t>
                  </w:r>
                  <w:r w:rsidRPr="009933ED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951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971240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 w:rsidR="00162E8A"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 w:rsidR="00162E8A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بالأقران 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="00162E8A">
                    <w:rPr>
                      <w:b/>
                      <w:bCs/>
                      <w:sz w:val="16"/>
                      <w:szCs w:val="16"/>
                    </w:rPr>
                    <w:t>Peer Teaching</w:t>
                  </w:r>
                </w:p>
              </w:tc>
              <w:tc>
                <w:tcPr>
                  <w:tcW w:w="214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الإستقراء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Induction</w:t>
                  </w:r>
                </w:p>
              </w:tc>
              <w:tc>
                <w:tcPr>
                  <w:tcW w:w="2804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حل المشكلات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Problem Solving</w:t>
                  </w:r>
                </w:p>
              </w:tc>
              <w:tc>
                <w:tcPr>
                  <w:tcW w:w="2378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F35079">
                  <w:pPr>
                    <w:framePr w:hSpace="180" w:wrap="around" w:vAnchor="text" w:hAnchor="margin" w:xAlign="center" w:y="-57"/>
                    <w:numPr>
                      <w:ilvl w:val="0"/>
                      <w:numId w:val="11"/>
                    </w:numPr>
                    <w:tabs>
                      <w:tab w:val="left" w:pos="306"/>
                    </w:tabs>
                    <w:ind w:left="86" w:firstLine="0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النقاش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Discussion</w:t>
                  </w:r>
                </w:p>
              </w:tc>
              <w:tc>
                <w:tcPr>
                  <w:tcW w:w="2492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المناظرة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</w:rPr>
                    <w:t>Debates</w:t>
                  </w:r>
                </w:p>
              </w:tc>
            </w:tr>
            <w:tr w:rsidR="00162E8A" w:rsidRPr="009933ED" w:rsidTr="00EA49D0">
              <w:trPr>
                <w:trHeight w:val="255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محطات التعلم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learning Station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C17F8F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 w:rsidR="00162E8A" w:rsidRPr="009933ED"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 </w:t>
                  </w:r>
                  <w:r w:rsidR="00162E8A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التعلم التعاوني 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 w:rsidR="00162E8A">
                    <w:rPr>
                      <w:b/>
                      <w:bCs/>
                      <w:sz w:val="16"/>
                      <w:szCs w:val="16"/>
                    </w:rPr>
                    <w:t>Cooperative Learning</w:t>
                  </w:r>
                  <w:r w:rsidR="00162E8A"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825BC7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825BC7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A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الإستنباط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Deduction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بالحسوسات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Hands on Activity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بالصور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Photo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بالنمذجة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Modeling</w:t>
                  </w:r>
                </w:p>
              </w:tc>
            </w:tr>
            <w:tr w:rsidR="00162E8A" w:rsidRPr="009933ED" w:rsidTr="00EA49D0">
              <w:trPr>
                <w:trHeight w:val="145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9933ED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برمجيات تعليمية 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9933ED">
                    <w:rPr>
                      <w:b/>
                      <w:bCs/>
                      <w:sz w:val="16"/>
                      <w:szCs w:val="16"/>
                      <w:lang w:bidi="ar-QA"/>
                    </w:rPr>
                    <w:t>Software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825BC7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825BC7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A8"/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الوسائل التعليمية اليدوية </w:t>
                  </w:r>
                  <w:r w:rsidRPr="009933ED">
                    <w:rPr>
                      <w:b/>
                      <w:bCs/>
                      <w:sz w:val="16"/>
                      <w:szCs w:val="16"/>
                    </w:rPr>
                    <w:t>Manipulative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التعلم الذاتي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Self Learning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لعب الأدوار</w:t>
                  </w:r>
                  <w:r w:rsidRPr="009933ED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Role Play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الأحجية</w:t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  <w:lang w:bidi="ar-QA"/>
                    </w:rPr>
                    <w:t>Jigsaw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التعلم بالمشاريع</w:t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971278">
                    <w:rPr>
                      <w:b/>
                      <w:bCs/>
                      <w:sz w:val="16"/>
                      <w:szCs w:val="16"/>
                      <w:lang w:bidi="ar-QA"/>
                    </w:rPr>
                    <w:t>Projects</w:t>
                  </w:r>
                </w:p>
              </w:tc>
            </w:tr>
            <w:tr w:rsidR="00162E8A" w:rsidRPr="009933ED" w:rsidTr="00EA49D0">
              <w:trPr>
                <w:trHeight w:val="243"/>
              </w:trPr>
              <w:tc>
                <w:tcPr>
                  <w:tcW w:w="2897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مخططات فن</w:t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Venn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&amp; KWL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>Diagram</w:t>
                  </w:r>
                </w:p>
              </w:tc>
              <w:tc>
                <w:tcPr>
                  <w:tcW w:w="29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العصف الذهني </w:t>
                  </w:r>
                  <w:r w:rsidRPr="00A85C4F">
                    <w:rPr>
                      <w:b/>
                      <w:bCs/>
                      <w:sz w:val="16"/>
                      <w:szCs w:val="16"/>
                    </w:rPr>
                    <w:t>Brainstorming</w:t>
                  </w:r>
                </w:p>
              </w:tc>
              <w:tc>
                <w:tcPr>
                  <w:tcW w:w="214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 w:rsidRPr="00A85C4F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البحث </w:t>
                  </w:r>
                  <w:r w:rsidRPr="00A85C4F">
                    <w:rPr>
                      <w:b/>
                      <w:bCs/>
                      <w:sz w:val="16"/>
                      <w:szCs w:val="16"/>
                      <w:lang w:bidi="ar-QA"/>
                    </w:rPr>
                    <w:t>Research</w:t>
                  </w:r>
                </w:p>
              </w:tc>
              <w:tc>
                <w:tcPr>
                  <w:tcW w:w="280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 w:rsidRPr="009933E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2"/>
                  </w:r>
                  <w:r>
                    <w:rPr>
                      <w:rFonts w:ascii="Arial-Black" w:hAnsi="Arial-Black" w:cs="Arial-Black" w:hint="cs"/>
                      <w:sz w:val="20"/>
                      <w:szCs w:val="20"/>
                      <w:rtl/>
                    </w:rPr>
                    <w:t xml:space="preserve"> </w:t>
                  </w:r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المخططات المعرفية </w:t>
                  </w:r>
                  <w:r w:rsidRPr="00F74C18">
                    <w:rPr>
                      <w:b/>
                      <w:bCs/>
                      <w:sz w:val="16"/>
                      <w:szCs w:val="16"/>
                      <w:lang w:bidi="ar-QA"/>
                    </w:rPr>
                    <w:t>Mind Map</w:t>
                  </w:r>
                </w:p>
              </w:tc>
              <w:tc>
                <w:tcPr>
                  <w:tcW w:w="237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9933ED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2"/>
                      <w:szCs w:val="22"/>
                    </w:rPr>
                  </w:pPr>
                  <w:r w:rsidRPr="009933ED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>
                    <w:rPr>
                      <w:rFonts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proofErr w:type="spellStart"/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المطويات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Organizer</w:t>
                  </w:r>
                  <w:r w:rsidRPr="00F74C18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 w:rsidRPr="00F74C18">
                    <w:rPr>
                      <w:b/>
                      <w:bCs/>
                      <w:sz w:val="16"/>
                      <w:szCs w:val="16"/>
                      <w:lang w:bidi="ar-QA"/>
                    </w:rPr>
                    <w:t>Graphic</w:t>
                  </w:r>
                </w:p>
              </w:tc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162E8A" w:rsidRPr="004C7D85" w:rsidRDefault="00162E8A" w:rsidP="00696FBB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</w:pPr>
                  <w:r w:rsidRPr="009933ED"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F072"/>
                  </w:r>
                  <w:r w:rsidRPr="004C7D85">
                    <w:rPr>
                      <w:rFonts w:ascii="Arial-Black" w:hAnsi="Arial-Black" w:cs="Arial" w:hint="cs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 w:rsidRPr="004C7D85"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……………………..</w:t>
                  </w:r>
                </w:p>
              </w:tc>
            </w:tr>
          </w:tbl>
          <w:p w:rsidR="00162E8A" w:rsidRPr="009933ED" w:rsidRDefault="00162E8A" w:rsidP="00696FBB">
            <w:pPr>
              <w:rPr>
                <w:rFonts w:cs="Traditional Arabic"/>
                <w:b/>
                <w:bCs/>
                <w:sz w:val="18"/>
                <w:szCs w:val="18"/>
                <w:lang w:bidi="ar-QA"/>
              </w:rPr>
            </w:pP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B6DDE8"/>
          </w:tcPr>
          <w:p w:rsidR="00162E8A" w:rsidRPr="009933ED" w:rsidRDefault="00162E8A" w:rsidP="00696FBB">
            <w:pPr>
              <w:rPr>
                <w:rFonts w:cs="PT Bold Heading"/>
                <w:sz w:val="20"/>
                <w:szCs w:val="20"/>
                <w:lang w:bidi="ar-QA"/>
              </w:rPr>
            </w:pPr>
            <w:r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استراتيجيات التقييم </w:t>
            </w:r>
            <w:r w:rsidRPr="009933ED">
              <w:rPr>
                <w:rFonts w:cs="PT Bold Heading" w:hint="cs"/>
                <w:sz w:val="20"/>
                <w:szCs w:val="20"/>
                <w:rtl/>
                <w:lang w:bidi="ar-QA"/>
              </w:rPr>
              <w:t xml:space="preserve"> </w:t>
            </w:r>
            <w:r>
              <w:rPr>
                <w:rFonts w:cs="PT Bold Heading"/>
                <w:b/>
                <w:bCs/>
                <w:sz w:val="20"/>
                <w:szCs w:val="20"/>
                <w:lang w:bidi="ar-QA"/>
              </w:rPr>
              <w:t>Assessment Strategies</w:t>
            </w:r>
          </w:p>
        </w:tc>
      </w:tr>
      <w:tr w:rsidR="00162E8A" w:rsidRPr="009933ED" w:rsidTr="00162E8A">
        <w:trPr>
          <w:trHeight w:val="13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bidiVisual/>
              <w:tblW w:w="1564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181"/>
              <w:gridCol w:w="2252"/>
              <w:gridCol w:w="2338"/>
              <w:gridCol w:w="2803"/>
              <w:gridCol w:w="2835"/>
              <w:gridCol w:w="2234"/>
            </w:tblGrid>
            <w:tr w:rsidR="00140B87" w:rsidTr="00EA49D0">
              <w:trPr>
                <w:trHeight w:val="265"/>
              </w:trPr>
              <w:tc>
                <w:tcPr>
                  <w:tcW w:w="3181" w:type="dxa"/>
                  <w:tcBorders>
                    <w:top w:val="single" w:sz="18" w:space="0" w:color="auto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ملاحظة المعلم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Teacher Observation </w:t>
                  </w:r>
                  <w: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252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الأسئلة الشفوية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Oral Question</w:t>
                  </w:r>
                </w:p>
              </w:tc>
              <w:tc>
                <w:tcPr>
                  <w:tcW w:w="2338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ind w:left="-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الحل على</w:t>
                  </w:r>
                  <w:r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أوراق العمل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Worksheet</w:t>
                  </w:r>
                </w:p>
              </w:tc>
              <w:tc>
                <w:tcPr>
                  <w:tcW w:w="280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الحل من الكتاب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Work from Textbook</w:t>
                  </w:r>
                </w:p>
              </w:tc>
              <w:tc>
                <w:tcPr>
                  <w:tcW w:w="2835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العمل أثناء الأنشطة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 Activities</w:t>
                  </w:r>
                </w:p>
              </w:tc>
              <w:tc>
                <w:tcPr>
                  <w:tcW w:w="2234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تأمل الطالب      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 Journals</w:t>
                  </w:r>
                </w:p>
              </w:tc>
            </w:tr>
            <w:tr w:rsidR="00140B87" w:rsidTr="00EA49D0">
              <w:trPr>
                <w:trHeight w:val="168"/>
              </w:trPr>
              <w:tc>
                <w:tcPr>
                  <w:tcW w:w="3181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تقييم الذات    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  Self assessment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  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lang w:bidi="ar-QA"/>
                    </w:rPr>
                    <w:t xml:space="preserve"> </w:t>
                  </w:r>
                </w:p>
              </w:tc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 w:rsidR="00E014C1"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تقييم الزميل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Peer assessment</w:t>
                  </w: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الاستنباط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Investigation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Pr="00EA49D0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Arial-Black" w:hAnsi="Arial-Black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>المشروع</w:t>
                  </w:r>
                  <w:r>
                    <w:rPr>
                      <w:rFonts w:ascii="Arial-Black" w:hAnsi="Arial-Black"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Project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1C643D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t xml:space="preserve">  </w:t>
                  </w:r>
                  <w:r w:rsidR="001C643D"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F078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المشاركة الصفية   </w:t>
                  </w:r>
                  <w:r>
                    <w:rPr>
                      <w:b/>
                      <w:bCs/>
                      <w:sz w:val="16"/>
                      <w:szCs w:val="16"/>
                      <w:lang w:bidi="ar-QA"/>
                    </w:rPr>
                    <w:t>Participation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    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0072"/>
                  </w:r>
                  <w:r>
                    <w:rPr>
                      <w:rFonts w:ascii="Arial-Black" w:hAnsi="Arial-Black" w:cs="Arial"/>
                      <w:sz w:val="22"/>
                      <w:szCs w:val="22"/>
                      <w:rtl/>
                      <w:lang w:bidi="ar-QA"/>
                    </w:rPr>
                    <w:t xml:space="preserve"> </w:t>
                  </w:r>
                  <w: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</w:t>
                  </w:r>
                </w:p>
              </w:tc>
            </w:tr>
            <w:tr w:rsidR="00140B87" w:rsidTr="00EA49D0">
              <w:trPr>
                <w:trHeight w:val="168"/>
              </w:trPr>
              <w:tc>
                <w:tcPr>
                  <w:tcW w:w="3181" w:type="dxa"/>
                  <w:tcBorders>
                    <w:top w:val="single" w:sz="4" w:space="0" w:color="000000"/>
                    <w:left w:val="doub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ascii="Comic Sans MS" w:hAnsi="Comic Sans MS" w:cs="Arial"/>
                      <w:b/>
                      <w:bCs/>
                      <w:sz w:val="20"/>
                      <w:szCs w:val="20"/>
                      <w:rtl/>
                      <w:lang w:bidi="ar-Q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اختبارات ذهنية وشفوية  </w:t>
                  </w:r>
                  <w:r w:rsidR="00EA49D0">
                    <w:rPr>
                      <w:b/>
                      <w:bCs/>
                      <w:sz w:val="16"/>
                      <w:szCs w:val="16"/>
                      <w:lang w:bidi="ar-QA"/>
                    </w:rPr>
                    <w:t xml:space="preserve"> Mental/Oral Test</w:t>
                  </w:r>
                </w:p>
              </w:tc>
              <w:tc>
                <w:tcPr>
                  <w:tcW w:w="22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الاختبار القبلي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 xml:space="preserve">Pre Test       </w:t>
                  </w:r>
                </w:p>
              </w:tc>
              <w:tc>
                <w:tcPr>
                  <w:tcW w:w="233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الاختبار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البعدي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post Test</w:t>
                  </w:r>
                </w:p>
              </w:tc>
              <w:tc>
                <w:tcPr>
                  <w:tcW w:w="2803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تقييم مبني على معايير </w:t>
                  </w:r>
                  <w:proofErr w:type="spellStart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>ومحكات</w:t>
                  </w:r>
                  <w:proofErr w:type="spellEnd"/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                     </w:t>
                  </w:r>
                </w:p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 Rubric or Checklist         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-Black"/>
                      <w:sz w:val="20"/>
                      <w:szCs w:val="20"/>
                    </w:rPr>
                  </w:pPr>
                  <w:r>
                    <w:rPr>
                      <w:rFonts w:ascii="Arial-Black" w:hAnsi="Arial-Black" w:cs="Arial-Black"/>
                      <w:sz w:val="20"/>
                      <w:szCs w:val="20"/>
                    </w:rPr>
                    <w:sym w:font="Wingdings" w:char="0072"/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  <w:lang w:bidi="ar-QA"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تطبيق</w:t>
                  </w:r>
                  <w:r>
                    <w:rPr>
                      <w:rFonts w:ascii="Comic Sans MS" w:hAnsi="Comic Sans MS" w:cs="Arial"/>
                      <w:b/>
                      <w:bCs/>
                      <w:sz w:val="18"/>
                      <w:szCs w:val="18"/>
                      <w:rtl/>
                      <w:lang w:bidi="ar-QA"/>
                    </w:rPr>
                    <w:t xml:space="preserve">       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Quiz</w:t>
                  </w:r>
                  <w:r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   </w:t>
                  </w:r>
                </w:p>
              </w:tc>
              <w:tc>
                <w:tcPr>
                  <w:tcW w:w="2234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140B87" w:rsidRDefault="00140B87" w:rsidP="00EA49D0">
                  <w:pPr>
                    <w:framePr w:hSpace="180" w:wrap="around" w:vAnchor="text" w:hAnchor="margin" w:xAlign="center" w:y="-57"/>
                    <w:rPr>
                      <w:rFonts w:ascii="Arial-Black" w:hAnsi="Arial-Black" w:cs="Arial"/>
                      <w:sz w:val="20"/>
                      <w:szCs w:val="20"/>
                      <w:lang w:bidi="ar-QA"/>
                    </w:rPr>
                  </w:pPr>
                  <w:r>
                    <w:rPr>
                      <w:rFonts w:ascii="Arial-Black" w:hAnsi="Arial-Black" w:cs="Arial"/>
                      <w:sz w:val="22"/>
                      <w:szCs w:val="22"/>
                      <w:lang w:bidi="ar-QA"/>
                    </w:rPr>
                    <w:t>…………………….</w:t>
                  </w:r>
                  <w:r>
                    <w:rPr>
                      <w:rFonts w:ascii="Arial-Black" w:hAnsi="Arial-Black" w:cs="Arial-Black"/>
                      <w:sz w:val="22"/>
                      <w:szCs w:val="22"/>
                    </w:rPr>
                    <w:sym w:font="Wingdings" w:char="0072"/>
                  </w:r>
                </w:p>
              </w:tc>
            </w:tr>
          </w:tbl>
          <w:p w:rsidR="00162E8A" w:rsidRPr="009933ED" w:rsidRDefault="00162E8A" w:rsidP="00696FBB">
            <w:pPr>
              <w:rPr>
                <w:rFonts w:cs="Traditional Arabic"/>
                <w:b/>
                <w:bCs/>
                <w:sz w:val="18"/>
                <w:szCs w:val="18"/>
                <w:lang w:bidi="ar-QA"/>
              </w:rPr>
            </w:pPr>
          </w:p>
        </w:tc>
      </w:tr>
      <w:tr w:rsidR="00162E8A" w:rsidRPr="009933ED" w:rsidTr="00162E8A">
        <w:trPr>
          <w:trHeight w:val="2461"/>
        </w:trPr>
        <w:tc>
          <w:tcPr>
            <w:tcW w:w="15735" w:type="dxa"/>
            <w:tcBorders>
              <w:top w:val="single" w:sz="4" w:space="0" w:color="auto"/>
              <w:left w:val="threeDEmboss" w:sz="18" w:space="0" w:color="auto"/>
              <w:bottom w:val="single" w:sz="4" w:space="0" w:color="auto"/>
              <w:right w:val="threeDEmboss" w:sz="18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Y="132"/>
              <w:bidiVisual/>
              <w:tblW w:w="15642" w:type="dxa"/>
              <w:tblInd w:w="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405"/>
              <w:gridCol w:w="1461"/>
              <w:gridCol w:w="1322"/>
              <w:gridCol w:w="1458"/>
              <w:gridCol w:w="1215"/>
              <w:gridCol w:w="8781"/>
            </w:tblGrid>
            <w:tr w:rsidR="004D1795" w:rsidTr="004D1795">
              <w:trPr>
                <w:trHeight w:val="483"/>
              </w:trPr>
              <w:tc>
                <w:tcPr>
                  <w:tcW w:w="1405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rtl/>
                      <w:lang w:bidi="ar-QA"/>
                    </w:rPr>
                  </w:pPr>
                  <w:r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>المعلمة</w:t>
                  </w:r>
                </w:p>
              </w:tc>
              <w:tc>
                <w:tcPr>
                  <w:tcW w:w="1461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الصف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Grade</w:t>
                  </w:r>
                  <w:r w:rsidRPr="004E1EC6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 </w:t>
                  </w:r>
                </w:p>
              </w:tc>
              <w:tc>
                <w:tcPr>
                  <w:tcW w:w="1322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4E1EC6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>اليوم</w:t>
                  </w:r>
                  <w:r w:rsidRPr="00B404AA">
                    <w:rPr>
                      <w:rFonts w:cs="PT Bold Heading" w:hint="cs"/>
                      <w:color w:val="FF0000"/>
                      <w:sz w:val="18"/>
                      <w:szCs w:val="18"/>
                      <w:rtl/>
                      <w:lang w:bidi="ar-QA"/>
                    </w:rPr>
                    <w:t xml:space="preserve">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Day</w:t>
                  </w:r>
                </w:p>
              </w:tc>
              <w:tc>
                <w:tcPr>
                  <w:tcW w:w="1458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التاريخ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Date</w:t>
                  </w:r>
                </w:p>
              </w:tc>
              <w:tc>
                <w:tcPr>
                  <w:tcW w:w="1215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lang w:bidi="ar-QA"/>
                    </w:rPr>
                  </w:pPr>
                  <w:r w:rsidRPr="00D8592B">
                    <w:rPr>
                      <w:rFonts w:cs="PT Bold Heading" w:hint="cs"/>
                      <w:sz w:val="18"/>
                      <w:szCs w:val="18"/>
                      <w:rtl/>
                      <w:lang w:bidi="ar-QA"/>
                    </w:rPr>
                    <w:t xml:space="preserve">الحصة </w:t>
                  </w:r>
                  <w:r w:rsidRPr="00D8592B">
                    <w:rPr>
                      <w:rFonts w:cs="PT Bold Heading"/>
                      <w:b/>
                      <w:bCs/>
                      <w:sz w:val="18"/>
                      <w:szCs w:val="18"/>
                      <w:lang w:bidi="ar-QA"/>
                    </w:rPr>
                    <w:t>Lesson</w:t>
                  </w:r>
                </w:p>
              </w:tc>
              <w:tc>
                <w:tcPr>
                  <w:tcW w:w="8781" w:type="dxa"/>
                  <w:shd w:val="clear" w:color="auto" w:fill="B6DDE8"/>
                </w:tcPr>
                <w:p w:rsidR="004D1795" w:rsidRPr="00D8592B" w:rsidRDefault="004D1795" w:rsidP="00696FBB">
                  <w:pPr>
                    <w:rPr>
                      <w:rFonts w:cs="PT Bold Heading"/>
                      <w:sz w:val="18"/>
                      <w:szCs w:val="18"/>
                      <w:rtl/>
                      <w:lang w:bidi="ar-QA"/>
                    </w:rPr>
                  </w:pPr>
                  <w:r w:rsidRPr="00162E8A">
                    <w:rPr>
                      <w:rFonts w:cs="PT Bold Heading" w:hint="cs"/>
                      <w:sz w:val="20"/>
                      <w:szCs w:val="20"/>
                      <w:rtl/>
                      <w:lang w:bidi="ar-QA"/>
                    </w:rPr>
                    <w:t xml:space="preserve">التأمل الذاتي للمعلم </w:t>
                  </w:r>
                  <w:r w:rsidRPr="00162E8A">
                    <w:rPr>
                      <w:rFonts w:cs="PT Bold Heading"/>
                      <w:b/>
                      <w:bCs/>
                      <w:sz w:val="20"/>
                      <w:szCs w:val="20"/>
                      <w:lang w:bidi="ar-QA"/>
                    </w:rPr>
                    <w:t>Self Reflection</w:t>
                  </w:r>
                </w:p>
              </w:tc>
            </w:tr>
            <w:tr w:rsidR="004D1795" w:rsidTr="00EA49D0">
              <w:trPr>
                <w:trHeight w:val="1480"/>
              </w:trPr>
              <w:tc>
                <w:tcPr>
                  <w:tcW w:w="1405" w:type="dxa"/>
                </w:tcPr>
                <w:p w:rsidR="00EA49D0" w:rsidRDefault="00EA49D0" w:rsidP="00EA49D0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  <w:r w:rsidRPr="004D1795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QA"/>
                    </w:rPr>
                    <w:t>بلقيس</w:t>
                  </w:r>
                </w:p>
                <w:p w:rsidR="004D1795" w:rsidRPr="004D1795" w:rsidRDefault="004D1795" w:rsidP="00EA49D0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</w:p>
              </w:tc>
              <w:tc>
                <w:tcPr>
                  <w:tcW w:w="1461" w:type="dxa"/>
                  <w:shd w:val="clear" w:color="auto" w:fill="auto"/>
                </w:tcPr>
                <w:p w:rsidR="004D1795" w:rsidRDefault="004D1795" w:rsidP="00EA49D0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Pr="00EC23D5" w:rsidRDefault="004D1795" w:rsidP="00EA49D0">
                  <w:pPr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</w:p>
              </w:tc>
              <w:tc>
                <w:tcPr>
                  <w:tcW w:w="1322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458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215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8781" w:type="dxa"/>
                  <w:shd w:val="clear" w:color="auto" w:fill="auto"/>
                </w:tcPr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EA49D0">
                  <w:pPr>
                    <w:rPr>
                      <w:rtl/>
                      <w:lang w:bidi="ar-QA"/>
                    </w:rPr>
                  </w:pPr>
                </w:p>
              </w:tc>
            </w:tr>
            <w:tr w:rsidR="004D1795" w:rsidTr="004D1795">
              <w:trPr>
                <w:trHeight w:val="414"/>
              </w:trPr>
              <w:tc>
                <w:tcPr>
                  <w:tcW w:w="1405" w:type="dxa"/>
                  <w:shd w:val="clear" w:color="auto" w:fill="D9D9D9"/>
                </w:tcPr>
                <w:p w:rsidR="00EA49D0" w:rsidRPr="004D1795" w:rsidRDefault="00EA49D0" w:rsidP="00696FBB">
                  <w:pPr>
                    <w:rPr>
                      <w:b/>
                      <w:bCs/>
                      <w:sz w:val="28"/>
                      <w:szCs w:val="28"/>
                      <w:rtl/>
                      <w:lang w:bidi="ar-QA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QA"/>
                    </w:rPr>
                    <w:t>ياسمين</w:t>
                  </w:r>
                </w:p>
              </w:tc>
              <w:tc>
                <w:tcPr>
                  <w:tcW w:w="1461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b/>
                      <w:bCs/>
                      <w:sz w:val="16"/>
                      <w:szCs w:val="16"/>
                      <w:rtl/>
                      <w:lang w:bidi="ar-QA"/>
                    </w:rPr>
                  </w:pPr>
                </w:p>
                <w:p w:rsidR="004D1795" w:rsidRPr="00EC23D5" w:rsidRDefault="004D1795" w:rsidP="00696FBB">
                  <w:pPr>
                    <w:rPr>
                      <w:b/>
                      <w:bCs/>
                      <w:sz w:val="16"/>
                      <w:szCs w:val="16"/>
                      <w:lang w:bidi="ar-QA"/>
                    </w:rPr>
                  </w:pPr>
                </w:p>
              </w:tc>
              <w:tc>
                <w:tcPr>
                  <w:tcW w:w="1322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458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1215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  <w:tc>
                <w:tcPr>
                  <w:tcW w:w="8781" w:type="dxa"/>
                  <w:shd w:val="clear" w:color="auto" w:fill="D9D9D9"/>
                </w:tcPr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  <w:p w:rsidR="004D1795" w:rsidRDefault="004D1795" w:rsidP="00696FBB">
                  <w:pPr>
                    <w:rPr>
                      <w:rtl/>
                      <w:lang w:bidi="ar-QA"/>
                    </w:rPr>
                  </w:pPr>
                </w:p>
              </w:tc>
            </w:tr>
          </w:tbl>
          <w:p w:rsidR="00162E8A" w:rsidRPr="00162E8A" w:rsidRDefault="00162E8A" w:rsidP="00696FBB">
            <w:pPr>
              <w:rPr>
                <w:rFonts w:ascii="Arial-Black" w:hAnsi="Arial-Black" w:cs="Arial"/>
                <w:sz w:val="20"/>
                <w:szCs w:val="20"/>
                <w:lang w:bidi="ar-QA"/>
              </w:rPr>
            </w:pPr>
          </w:p>
        </w:tc>
      </w:tr>
    </w:tbl>
    <w:p w:rsidR="00D10C9A" w:rsidRDefault="00D10C9A" w:rsidP="00696FBB">
      <w:pPr>
        <w:rPr>
          <w:rtl/>
          <w:lang w:bidi="ar-QA"/>
        </w:rPr>
      </w:pPr>
    </w:p>
    <w:sectPr w:rsidR="00D10C9A" w:rsidSect="00757630">
      <w:headerReference w:type="default" r:id="rId11"/>
      <w:footerReference w:type="even" r:id="rId12"/>
      <w:footerReference w:type="default" r:id="rId13"/>
      <w:pgSz w:w="16838" w:h="11906" w:orient="landscape"/>
      <w:pgMar w:top="1559" w:right="1259" w:bottom="284" w:left="851" w:header="709" w:footer="1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715" w:rsidRDefault="00662715" w:rsidP="0007332B">
      <w:r>
        <w:separator/>
      </w:r>
    </w:p>
  </w:endnote>
  <w:endnote w:type="continuationSeparator" w:id="0">
    <w:p w:rsidR="00662715" w:rsidRDefault="00662715" w:rsidP="00073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Default="00E355C3" w:rsidP="00025B1D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47059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70592" w:rsidRDefault="004705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Default="00E355C3">
    <w:pPr>
      <w:pStyle w:val="Footer"/>
      <w:jc w:val="right"/>
    </w:pPr>
    <w:fldSimple w:instr=" PAGE   \* MERGEFORMAT ">
      <w:r w:rsidR="001B19E2">
        <w:rPr>
          <w:noProof/>
          <w:rtl/>
        </w:rPr>
        <w:t>1</w:t>
      </w:r>
    </w:fldSimple>
  </w:p>
  <w:p w:rsidR="00470592" w:rsidRDefault="004705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715" w:rsidRDefault="00662715" w:rsidP="0007332B">
      <w:r>
        <w:separator/>
      </w:r>
    </w:p>
  </w:footnote>
  <w:footnote w:type="continuationSeparator" w:id="0">
    <w:p w:rsidR="00662715" w:rsidRDefault="00662715" w:rsidP="00073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92" w:rsidRPr="009F7AAE" w:rsidRDefault="00470592" w:rsidP="00A62C59">
    <w:pPr>
      <w:pStyle w:val="Header"/>
      <w:jc w:val="center"/>
      <w:rPr>
        <w:rFonts w:cs="PT Bold Heading"/>
        <w:b/>
        <w:bCs/>
        <w:u w:val="single"/>
        <w:rtl/>
        <w:lang w:bidi="ar-QA"/>
      </w:rPr>
    </w:pPr>
    <w:r>
      <w:rPr>
        <w:rFonts w:cs="PT Bold Heading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-481330</wp:posOffset>
          </wp:positionH>
          <wp:positionV relativeFrom="paragraph">
            <wp:posOffset>-446405</wp:posOffset>
          </wp:positionV>
          <wp:extent cx="1041400" cy="930910"/>
          <wp:effectExtent l="19050" t="0" r="6350" b="0"/>
          <wp:wrapNone/>
          <wp:docPr id="9" name="Picture 9" descr="cid:image001.jpg@01CD539A.D6BD6D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1.jpg@01CD539A.D6BD6DA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93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PT Bold Heading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8920480</wp:posOffset>
          </wp:positionH>
          <wp:positionV relativeFrom="paragraph">
            <wp:posOffset>-364490</wp:posOffset>
          </wp:positionV>
          <wp:extent cx="1162050" cy="769620"/>
          <wp:effectExtent l="19050" t="0" r="0" b="0"/>
          <wp:wrapNone/>
          <wp:docPr id="10" name="Picture 10" descr="se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ec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769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F7AAE">
      <w:rPr>
        <w:rFonts w:cs="PT Bold Heading"/>
        <w:b/>
        <w:bCs/>
        <w:sz w:val="28"/>
        <w:szCs w:val="28"/>
        <w:u w:val="single"/>
        <w:rtl/>
        <w:lang w:bidi="ar-QA"/>
      </w:rPr>
      <w:t>خطة تحضير درس</w:t>
    </w:r>
    <w:r>
      <w:rPr>
        <w:rFonts w:cs="PT Bold Heading" w:hint="cs"/>
        <w:b/>
        <w:bCs/>
        <w:u w:val="single"/>
        <w:rtl/>
        <w:lang w:bidi="ar-QA"/>
      </w:rPr>
      <w:t xml:space="preserve"> </w:t>
    </w:r>
    <w:r>
      <w:rPr>
        <w:rFonts w:cs="PT Bold Heading"/>
        <w:b/>
        <w:bCs/>
        <w:u w:val="single"/>
        <w:lang w:bidi="ar-QA"/>
      </w:rPr>
      <w:t>Lesson Plan Template</w:t>
    </w:r>
    <w:r w:rsidRPr="009F7AAE">
      <w:rPr>
        <w:rFonts w:cs="PT Bold Heading" w:hint="cs"/>
        <w:b/>
        <w:bCs/>
        <w:u w:val="single"/>
        <w:rtl/>
        <w:lang w:bidi="ar-Q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6706"/>
    <w:multiLevelType w:val="hybridMultilevel"/>
    <w:tmpl w:val="22662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52500"/>
    <w:multiLevelType w:val="hybridMultilevel"/>
    <w:tmpl w:val="2FBCA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F1205"/>
    <w:multiLevelType w:val="hybridMultilevel"/>
    <w:tmpl w:val="106C8568"/>
    <w:lvl w:ilvl="0" w:tplc="0409000B">
      <w:start w:val="1"/>
      <w:numFmt w:val="bullet"/>
      <w:lvlText w:val=""/>
      <w:lvlJc w:val="left"/>
      <w:pPr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4AD33784"/>
    <w:multiLevelType w:val="hybridMultilevel"/>
    <w:tmpl w:val="C912346C"/>
    <w:lvl w:ilvl="0" w:tplc="947038C2">
      <w:start w:val="1"/>
      <w:numFmt w:val="decimal"/>
      <w:lvlText w:val="%1-"/>
      <w:lvlJc w:val="left"/>
      <w:pPr>
        <w:ind w:left="12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65" w:hanging="360"/>
      </w:pPr>
    </w:lvl>
    <w:lvl w:ilvl="2" w:tplc="0409001B" w:tentative="1">
      <w:start w:val="1"/>
      <w:numFmt w:val="lowerRoman"/>
      <w:lvlText w:val="%3."/>
      <w:lvlJc w:val="right"/>
      <w:pPr>
        <w:ind w:left="14085" w:hanging="180"/>
      </w:pPr>
    </w:lvl>
    <w:lvl w:ilvl="3" w:tplc="0409000F" w:tentative="1">
      <w:start w:val="1"/>
      <w:numFmt w:val="decimal"/>
      <w:lvlText w:val="%4."/>
      <w:lvlJc w:val="left"/>
      <w:pPr>
        <w:ind w:left="14805" w:hanging="360"/>
      </w:pPr>
    </w:lvl>
    <w:lvl w:ilvl="4" w:tplc="04090019" w:tentative="1">
      <w:start w:val="1"/>
      <w:numFmt w:val="lowerLetter"/>
      <w:lvlText w:val="%5."/>
      <w:lvlJc w:val="left"/>
      <w:pPr>
        <w:ind w:left="15525" w:hanging="360"/>
      </w:pPr>
    </w:lvl>
    <w:lvl w:ilvl="5" w:tplc="0409001B" w:tentative="1">
      <w:start w:val="1"/>
      <w:numFmt w:val="lowerRoman"/>
      <w:lvlText w:val="%6."/>
      <w:lvlJc w:val="right"/>
      <w:pPr>
        <w:ind w:left="16245" w:hanging="180"/>
      </w:pPr>
    </w:lvl>
    <w:lvl w:ilvl="6" w:tplc="0409000F" w:tentative="1">
      <w:start w:val="1"/>
      <w:numFmt w:val="decimal"/>
      <w:lvlText w:val="%7."/>
      <w:lvlJc w:val="left"/>
      <w:pPr>
        <w:ind w:left="16965" w:hanging="360"/>
      </w:pPr>
    </w:lvl>
    <w:lvl w:ilvl="7" w:tplc="04090019" w:tentative="1">
      <w:start w:val="1"/>
      <w:numFmt w:val="lowerLetter"/>
      <w:lvlText w:val="%8."/>
      <w:lvlJc w:val="left"/>
      <w:pPr>
        <w:ind w:left="17685" w:hanging="360"/>
      </w:pPr>
    </w:lvl>
    <w:lvl w:ilvl="8" w:tplc="0409001B" w:tentative="1">
      <w:start w:val="1"/>
      <w:numFmt w:val="lowerRoman"/>
      <w:lvlText w:val="%9."/>
      <w:lvlJc w:val="right"/>
      <w:pPr>
        <w:ind w:left="18405" w:hanging="180"/>
      </w:pPr>
    </w:lvl>
  </w:abstractNum>
  <w:abstractNum w:abstractNumId="4">
    <w:nsid w:val="525121DE"/>
    <w:multiLevelType w:val="hybridMultilevel"/>
    <w:tmpl w:val="231668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70262"/>
    <w:multiLevelType w:val="hybridMultilevel"/>
    <w:tmpl w:val="44E0ABE8"/>
    <w:lvl w:ilvl="0" w:tplc="5FC803DA">
      <w:start w:val="1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D460981"/>
    <w:multiLevelType w:val="hybridMultilevel"/>
    <w:tmpl w:val="86DC1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31E1E"/>
    <w:multiLevelType w:val="hybridMultilevel"/>
    <w:tmpl w:val="69240830"/>
    <w:lvl w:ilvl="0" w:tplc="D3668EA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7743A8"/>
    <w:multiLevelType w:val="hybridMultilevel"/>
    <w:tmpl w:val="79CCFE38"/>
    <w:lvl w:ilvl="0" w:tplc="D7E28C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93598"/>
    <w:multiLevelType w:val="hybridMultilevel"/>
    <w:tmpl w:val="3C607A44"/>
    <w:lvl w:ilvl="0" w:tplc="E8C8BF5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Arial" w:hAnsi="Arial" w:cs="Times New Roman" w:hint="default"/>
        <w:b w:val="0"/>
        <w:bCs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5E20EE"/>
    <w:multiLevelType w:val="hybridMultilevel"/>
    <w:tmpl w:val="9C1A2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AB1867"/>
    <w:multiLevelType w:val="hybridMultilevel"/>
    <w:tmpl w:val="5BCAB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7332B"/>
    <w:rsid w:val="00000A69"/>
    <w:rsid w:val="00001D9A"/>
    <w:rsid w:val="0000424E"/>
    <w:rsid w:val="00005662"/>
    <w:rsid w:val="000057D8"/>
    <w:rsid w:val="000110B8"/>
    <w:rsid w:val="000111B5"/>
    <w:rsid w:val="00011896"/>
    <w:rsid w:val="00013DAB"/>
    <w:rsid w:val="00017F22"/>
    <w:rsid w:val="00022F89"/>
    <w:rsid w:val="00025B1D"/>
    <w:rsid w:val="00026246"/>
    <w:rsid w:val="00030ECA"/>
    <w:rsid w:val="00036136"/>
    <w:rsid w:val="00040ECC"/>
    <w:rsid w:val="00041B8A"/>
    <w:rsid w:val="00042D1A"/>
    <w:rsid w:val="00043DF9"/>
    <w:rsid w:val="000540F2"/>
    <w:rsid w:val="00055668"/>
    <w:rsid w:val="00060EFF"/>
    <w:rsid w:val="0006100C"/>
    <w:rsid w:val="0006279E"/>
    <w:rsid w:val="00062CF5"/>
    <w:rsid w:val="00063040"/>
    <w:rsid w:val="00063878"/>
    <w:rsid w:val="00063F72"/>
    <w:rsid w:val="00066DF7"/>
    <w:rsid w:val="00067A50"/>
    <w:rsid w:val="0007332B"/>
    <w:rsid w:val="000907A5"/>
    <w:rsid w:val="00092074"/>
    <w:rsid w:val="000945F1"/>
    <w:rsid w:val="00094E46"/>
    <w:rsid w:val="0009541B"/>
    <w:rsid w:val="000A36D0"/>
    <w:rsid w:val="000A527D"/>
    <w:rsid w:val="000A67FD"/>
    <w:rsid w:val="000A74F6"/>
    <w:rsid w:val="000A7BBD"/>
    <w:rsid w:val="000B51E3"/>
    <w:rsid w:val="000C3B3F"/>
    <w:rsid w:val="000D2170"/>
    <w:rsid w:val="000D4A1D"/>
    <w:rsid w:val="000D4CAB"/>
    <w:rsid w:val="000D6286"/>
    <w:rsid w:val="000D6F7F"/>
    <w:rsid w:val="000D7AD7"/>
    <w:rsid w:val="000E030F"/>
    <w:rsid w:val="000E2D61"/>
    <w:rsid w:val="000E3534"/>
    <w:rsid w:val="000E59D1"/>
    <w:rsid w:val="000E5FCB"/>
    <w:rsid w:val="000E7D73"/>
    <w:rsid w:val="000E7E15"/>
    <w:rsid w:val="000F1E3C"/>
    <w:rsid w:val="000F2645"/>
    <w:rsid w:val="000F56CD"/>
    <w:rsid w:val="000F78CB"/>
    <w:rsid w:val="001031AD"/>
    <w:rsid w:val="00106CF8"/>
    <w:rsid w:val="00107A09"/>
    <w:rsid w:val="00107A7C"/>
    <w:rsid w:val="00121830"/>
    <w:rsid w:val="00122020"/>
    <w:rsid w:val="001221A7"/>
    <w:rsid w:val="00127135"/>
    <w:rsid w:val="00127D8C"/>
    <w:rsid w:val="00133362"/>
    <w:rsid w:val="00136F85"/>
    <w:rsid w:val="001370F0"/>
    <w:rsid w:val="001408F8"/>
    <w:rsid w:val="00140B87"/>
    <w:rsid w:val="00143DD3"/>
    <w:rsid w:val="0014431F"/>
    <w:rsid w:val="00156037"/>
    <w:rsid w:val="00157E8B"/>
    <w:rsid w:val="00161F93"/>
    <w:rsid w:val="00162A6F"/>
    <w:rsid w:val="00162E8A"/>
    <w:rsid w:val="00162F97"/>
    <w:rsid w:val="00163028"/>
    <w:rsid w:val="00167E73"/>
    <w:rsid w:val="00174E83"/>
    <w:rsid w:val="00175DAB"/>
    <w:rsid w:val="00180E4F"/>
    <w:rsid w:val="00186A25"/>
    <w:rsid w:val="00187520"/>
    <w:rsid w:val="00187650"/>
    <w:rsid w:val="00195650"/>
    <w:rsid w:val="00196250"/>
    <w:rsid w:val="001A2024"/>
    <w:rsid w:val="001A46E1"/>
    <w:rsid w:val="001A49A2"/>
    <w:rsid w:val="001A5B53"/>
    <w:rsid w:val="001B19E2"/>
    <w:rsid w:val="001B28F0"/>
    <w:rsid w:val="001B3176"/>
    <w:rsid w:val="001B3395"/>
    <w:rsid w:val="001B3509"/>
    <w:rsid w:val="001C643D"/>
    <w:rsid w:val="001D0036"/>
    <w:rsid w:val="001D0965"/>
    <w:rsid w:val="001D32EB"/>
    <w:rsid w:val="001D4D33"/>
    <w:rsid w:val="001D7AD2"/>
    <w:rsid w:val="001E2AB9"/>
    <w:rsid w:val="001E3D75"/>
    <w:rsid w:val="001E71CB"/>
    <w:rsid w:val="001F1FC7"/>
    <w:rsid w:val="001F333A"/>
    <w:rsid w:val="001F47DA"/>
    <w:rsid w:val="00204536"/>
    <w:rsid w:val="0020480E"/>
    <w:rsid w:val="00204A9A"/>
    <w:rsid w:val="00205000"/>
    <w:rsid w:val="00211E34"/>
    <w:rsid w:val="00214308"/>
    <w:rsid w:val="00216B05"/>
    <w:rsid w:val="00221244"/>
    <w:rsid w:val="002224C8"/>
    <w:rsid w:val="0022311D"/>
    <w:rsid w:val="00224C0C"/>
    <w:rsid w:val="00225255"/>
    <w:rsid w:val="00225E6A"/>
    <w:rsid w:val="00226852"/>
    <w:rsid w:val="002309C2"/>
    <w:rsid w:val="002318E9"/>
    <w:rsid w:val="00231F8B"/>
    <w:rsid w:val="002352AB"/>
    <w:rsid w:val="0023564D"/>
    <w:rsid w:val="00236D97"/>
    <w:rsid w:val="0023715B"/>
    <w:rsid w:val="002372CF"/>
    <w:rsid w:val="00237D00"/>
    <w:rsid w:val="002401D5"/>
    <w:rsid w:val="00247F44"/>
    <w:rsid w:val="00251905"/>
    <w:rsid w:val="00253E9A"/>
    <w:rsid w:val="0025432B"/>
    <w:rsid w:val="002547CF"/>
    <w:rsid w:val="002631FB"/>
    <w:rsid w:val="0026511F"/>
    <w:rsid w:val="0026582C"/>
    <w:rsid w:val="00267EF1"/>
    <w:rsid w:val="00270B3D"/>
    <w:rsid w:val="002713D0"/>
    <w:rsid w:val="00274DE2"/>
    <w:rsid w:val="002767CC"/>
    <w:rsid w:val="00276F9E"/>
    <w:rsid w:val="00281E28"/>
    <w:rsid w:val="002829DD"/>
    <w:rsid w:val="002873A9"/>
    <w:rsid w:val="00290D06"/>
    <w:rsid w:val="0029368A"/>
    <w:rsid w:val="00293CE2"/>
    <w:rsid w:val="002A1845"/>
    <w:rsid w:val="002A5DCC"/>
    <w:rsid w:val="002A7043"/>
    <w:rsid w:val="002B2174"/>
    <w:rsid w:val="002B231D"/>
    <w:rsid w:val="002B360E"/>
    <w:rsid w:val="002B55A9"/>
    <w:rsid w:val="002C00C8"/>
    <w:rsid w:val="002C047A"/>
    <w:rsid w:val="002C0BF5"/>
    <w:rsid w:val="002C0C1A"/>
    <w:rsid w:val="002C1C4D"/>
    <w:rsid w:val="002C37F6"/>
    <w:rsid w:val="002C5D49"/>
    <w:rsid w:val="002C628A"/>
    <w:rsid w:val="002C758F"/>
    <w:rsid w:val="002D00E0"/>
    <w:rsid w:val="002D02EE"/>
    <w:rsid w:val="002D4309"/>
    <w:rsid w:val="002D4672"/>
    <w:rsid w:val="002D5E1B"/>
    <w:rsid w:val="002D618B"/>
    <w:rsid w:val="002D7BBC"/>
    <w:rsid w:val="002D7E2C"/>
    <w:rsid w:val="002E2421"/>
    <w:rsid w:val="002E442A"/>
    <w:rsid w:val="002E5C7C"/>
    <w:rsid w:val="002F157D"/>
    <w:rsid w:val="002F16D3"/>
    <w:rsid w:val="002F1FC7"/>
    <w:rsid w:val="002F5A6B"/>
    <w:rsid w:val="00306755"/>
    <w:rsid w:val="00317C22"/>
    <w:rsid w:val="00317F5F"/>
    <w:rsid w:val="0032415E"/>
    <w:rsid w:val="003246DB"/>
    <w:rsid w:val="00325A12"/>
    <w:rsid w:val="003321E8"/>
    <w:rsid w:val="003337F1"/>
    <w:rsid w:val="00335A00"/>
    <w:rsid w:val="003468E3"/>
    <w:rsid w:val="00347ECD"/>
    <w:rsid w:val="00351A2A"/>
    <w:rsid w:val="00362C2F"/>
    <w:rsid w:val="00363827"/>
    <w:rsid w:val="00366BA3"/>
    <w:rsid w:val="00371F32"/>
    <w:rsid w:val="0037395A"/>
    <w:rsid w:val="00374912"/>
    <w:rsid w:val="00374E8A"/>
    <w:rsid w:val="00377C1A"/>
    <w:rsid w:val="00383D54"/>
    <w:rsid w:val="00385BFC"/>
    <w:rsid w:val="0038663A"/>
    <w:rsid w:val="00386F40"/>
    <w:rsid w:val="00387CAD"/>
    <w:rsid w:val="003906EA"/>
    <w:rsid w:val="00390DCF"/>
    <w:rsid w:val="003A114A"/>
    <w:rsid w:val="003A2B3F"/>
    <w:rsid w:val="003A2DEA"/>
    <w:rsid w:val="003A3923"/>
    <w:rsid w:val="003A64D0"/>
    <w:rsid w:val="003A6F74"/>
    <w:rsid w:val="003B5043"/>
    <w:rsid w:val="003B512E"/>
    <w:rsid w:val="003B63F6"/>
    <w:rsid w:val="003C0CFD"/>
    <w:rsid w:val="003C1A32"/>
    <w:rsid w:val="003C1FCC"/>
    <w:rsid w:val="003C3D49"/>
    <w:rsid w:val="003C7C98"/>
    <w:rsid w:val="003D145F"/>
    <w:rsid w:val="003E1936"/>
    <w:rsid w:val="003E1DFF"/>
    <w:rsid w:val="003E3769"/>
    <w:rsid w:val="003F2A35"/>
    <w:rsid w:val="003F518B"/>
    <w:rsid w:val="004055A9"/>
    <w:rsid w:val="004124AF"/>
    <w:rsid w:val="00412B9B"/>
    <w:rsid w:val="004218E5"/>
    <w:rsid w:val="0042231E"/>
    <w:rsid w:val="00422A75"/>
    <w:rsid w:val="00423570"/>
    <w:rsid w:val="00423C08"/>
    <w:rsid w:val="00425155"/>
    <w:rsid w:val="00425400"/>
    <w:rsid w:val="004271A0"/>
    <w:rsid w:val="00433270"/>
    <w:rsid w:val="00434712"/>
    <w:rsid w:val="00434965"/>
    <w:rsid w:val="004365F9"/>
    <w:rsid w:val="00437B00"/>
    <w:rsid w:val="0044143B"/>
    <w:rsid w:val="00444BEC"/>
    <w:rsid w:val="00445811"/>
    <w:rsid w:val="00445823"/>
    <w:rsid w:val="0044620A"/>
    <w:rsid w:val="00447E83"/>
    <w:rsid w:val="00451D5A"/>
    <w:rsid w:val="00452556"/>
    <w:rsid w:val="00452ED1"/>
    <w:rsid w:val="00460276"/>
    <w:rsid w:val="00460C73"/>
    <w:rsid w:val="0046504A"/>
    <w:rsid w:val="00465B24"/>
    <w:rsid w:val="00470592"/>
    <w:rsid w:val="004729C7"/>
    <w:rsid w:val="00472D48"/>
    <w:rsid w:val="00480B6A"/>
    <w:rsid w:val="004819B2"/>
    <w:rsid w:val="00481F40"/>
    <w:rsid w:val="00482ABD"/>
    <w:rsid w:val="00485897"/>
    <w:rsid w:val="0049255C"/>
    <w:rsid w:val="00493551"/>
    <w:rsid w:val="00493D8F"/>
    <w:rsid w:val="0049433D"/>
    <w:rsid w:val="004946F2"/>
    <w:rsid w:val="00497223"/>
    <w:rsid w:val="004B178D"/>
    <w:rsid w:val="004B56BA"/>
    <w:rsid w:val="004B5D5B"/>
    <w:rsid w:val="004C036E"/>
    <w:rsid w:val="004C1BC0"/>
    <w:rsid w:val="004C7D85"/>
    <w:rsid w:val="004D1795"/>
    <w:rsid w:val="004D1F35"/>
    <w:rsid w:val="004D37CD"/>
    <w:rsid w:val="004D4840"/>
    <w:rsid w:val="004D6064"/>
    <w:rsid w:val="004E1BBE"/>
    <w:rsid w:val="004E1EC6"/>
    <w:rsid w:val="004E3522"/>
    <w:rsid w:val="004E6760"/>
    <w:rsid w:val="004F003F"/>
    <w:rsid w:val="004F08BE"/>
    <w:rsid w:val="004F3038"/>
    <w:rsid w:val="004F6032"/>
    <w:rsid w:val="004F7EC9"/>
    <w:rsid w:val="00502E02"/>
    <w:rsid w:val="00504C49"/>
    <w:rsid w:val="00505B5D"/>
    <w:rsid w:val="00512676"/>
    <w:rsid w:val="005158C0"/>
    <w:rsid w:val="00516306"/>
    <w:rsid w:val="00516C59"/>
    <w:rsid w:val="00520F6C"/>
    <w:rsid w:val="005246D9"/>
    <w:rsid w:val="0052562A"/>
    <w:rsid w:val="0052699F"/>
    <w:rsid w:val="0053085D"/>
    <w:rsid w:val="005345B8"/>
    <w:rsid w:val="005373C9"/>
    <w:rsid w:val="00537C38"/>
    <w:rsid w:val="0054020E"/>
    <w:rsid w:val="0055212B"/>
    <w:rsid w:val="00554615"/>
    <w:rsid w:val="00555CB6"/>
    <w:rsid w:val="00560B4A"/>
    <w:rsid w:val="00560D45"/>
    <w:rsid w:val="00561264"/>
    <w:rsid w:val="0056649F"/>
    <w:rsid w:val="00573040"/>
    <w:rsid w:val="00573FCF"/>
    <w:rsid w:val="00574346"/>
    <w:rsid w:val="00577F0C"/>
    <w:rsid w:val="00581842"/>
    <w:rsid w:val="005826FF"/>
    <w:rsid w:val="0058516D"/>
    <w:rsid w:val="00586E09"/>
    <w:rsid w:val="0058793E"/>
    <w:rsid w:val="0059098D"/>
    <w:rsid w:val="00590E17"/>
    <w:rsid w:val="00591959"/>
    <w:rsid w:val="00594633"/>
    <w:rsid w:val="0059492F"/>
    <w:rsid w:val="00597358"/>
    <w:rsid w:val="005A1110"/>
    <w:rsid w:val="005A43CC"/>
    <w:rsid w:val="005A603D"/>
    <w:rsid w:val="005A7A76"/>
    <w:rsid w:val="005B08B1"/>
    <w:rsid w:val="005B1968"/>
    <w:rsid w:val="005B1A10"/>
    <w:rsid w:val="005B1E3D"/>
    <w:rsid w:val="005B359E"/>
    <w:rsid w:val="005B35DF"/>
    <w:rsid w:val="005B5036"/>
    <w:rsid w:val="005C6B7D"/>
    <w:rsid w:val="005C76C3"/>
    <w:rsid w:val="005D256D"/>
    <w:rsid w:val="005D3FAB"/>
    <w:rsid w:val="005D61A1"/>
    <w:rsid w:val="005D673C"/>
    <w:rsid w:val="005E12E7"/>
    <w:rsid w:val="005E606B"/>
    <w:rsid w:val="005F0127"/>
    <w:rsid w:val="005F2AFB"/>
    <w:rsid w:val="005F33C9"/>
    <w:rsid w:val="005F7E13"/>
    <w:rsid w:val="00602298"/>
    <w:rsid w:val="006034B3"/>
    <w:rsid w:val="00610FE0"/>
    <w:rsid w:val="0061649D"/>
    <w:rsid w:val="00616CF3"/>
    <w:rsid w:val="0061789E"/>
    <w:rsid w:val="00617FA2"/>
    <w:rsid w:val="006260F7"/>
    <w:rsid w:val="006269A4"/>
    <w:rsid w:val="00630C0F"/>
    <w:rsid w:val="00633BA5"/>
    <w:rsid w:val="006471D5"/>
    <w:rsid w:val="00647AE5"/>
    <w:rsid w:val="00652BD3"/>
    <w:rsid w:val="00653DC8"/>
    <w:rsid w:val="0065574F"/>
    <w:rsid w:val="00662715"/>
    <w:rsid w:val="00663A4B"/>
    <w:rsid w:val="00663AB8"/>
    <w:rsid w:val="00666E49"/>
    <w:rsid w:val="00671DBA"/>
    <w:rsid w:val="00672CF8"/>
    <w:rsid w:val="00673969"/>
    <w:rsid w:val="0067715D"/>
    <w:rsid w:val="00681621"/>
    <w:rsid w:val="00681C66"/>
    <w:rsid w:val="00686A86"/>
    <w:rsid w:val="00686C80"/>
    <w:rsid w:val="006876ED"/>
    <w:rsid w:val="006915D0"/>
    <w:rsid w:val="00693C2C"/>
    <w:rsid w:val="00694438"/>
    <w:rsid w:val="006964F5"/>
    <w:rsid w:val="006969BB"/>
    <w:rsid w:val="00696FBB"/>
    <w:rsid w:val="006A4A8E"/>
    <w:rsid w:val="006A7BEE"/>
    <w:rsid w:val="006B076B"/>
    <w:rsid w:val="006B39F3"/>
    <w:rsid w:val="006B4EC5"/>
    <w:rsid w:val="006C1436"/>
    <w:rsid w:val="006C1A92"/>
    <w:rsid w:val="006C2B16"/>
    <w:rsid w:val="006C306F"/>
    <w:rsid w:val="006C364E"/>
    <w:rsid w:val="006C7171"/>
    <w:rsid w:val="006C787F"/>
    <w:rsid w:val="006D490B"/>
    <w:rsid w:val="006D591A"/>
    <w:rsid w:val="006E1BEA"/>
    <w:rsid w:val="006E394D"/>
    <w:rsid w:val="006E3BEB"/>
    <w:rsid w:val="006E7698"/>
    <w:rsid w:val="006E7D88"/>
    <w:rsid w:val="006F12F2"/>
    <w:rsid w:val="006F26AF"/>
    <w:rsid w:val="006F37FB"/>
    <w:rsid w:val="006F3DE9"/>
    <w:rsid w:val="006F4F0E"/>
    <w:rsid w:val="006F75E9"/>
    <w:rsid w:val="006F7BB2"/>
    <w:rsid w:val="00700AB2"/>
    <w:rsid w:val="0070546E"/>
    <w:rsid w:val="00711604"/>
    <w:rsid w:val="00712469"/>
    <w:rsid w:val="0071387E"/>
    <w:rsid w:val="007147F2"/>
    <w:rsid w:val="0071562D"/>
    <w:rsid w:val="00716480"/>
    <w:rsid w:val="00723F76"/>
    <w:rsid w:val="0072444C"/>
    <w:rsid w:val="00724747"/>
    <w:rsid w:val="00730029"/>
    <w:rsid w:val="0073106A"/>
    <w:rsid w:val="00733147"/>
    <w:rsid w:val="00734F93"/>
    <w:rsid w:val="00736273"/>
    <w:rsid w:val="007369AE"/>
    <w:rsid w:val="00736E5F"/>
    <w:rsid w:val="00750AF0"/>
    <w:rsid w:val="007513C0"/>
    <w:rsid w:val="00751F5E"/>
    <w:rsid w:val="00753322"/>
    <w:rsid w:val="0075537E"/>
    <w:rsid w:val="0075565F"/>
    <w:rsid w:val="00757630"/>
    <w:rsid w:val="00760D70"/>
    <w:rsid w:val="00761C5B"/>
    <w:rsid w:val="00761DA0"/>
    <w:rsid w:val="007640F8"/>
    <w:rsid w:val="00772A70"/>
    <w:rsid w:val="0077553B"/>
    <w:rsid w:val="0077584B"/>
    <w:rsid w:val="0078081F"/>
    <w:rsid w:val="007828D6"/>
    <w:rsid w:val="007837B4"/>
    <w:rsid w:val="00783FE8"/>
    <w:rsid w:val="007844CB"/>
    <w:rsid w:val="00786664"/>
    <w:rsid w:val="00791FF2"/>
    <w:rsid w:val="00796D4B"/>
    <w:rsid w:val="00797441"/>
    <w:rsid w:val="007A0A3D"/>
    <w:rsid w:val="007A6590"/>
    <w:rsid w:val="007B49B7"/>
    <w:rsid w:val="007B53ED"/>
    <w:rsid w:val="007C2625"/>
    <w:rsid w:val="007C2D0C"/>
    <w:rsid w:val="007C709E"/>
    <w:rsid w:val="007C76D9"/>
    <w:rsid w:val="007C7BD8"/>
    <w:rsid w:val="007D2C58"/>
    <w:rsid w:val="007D3B29"/>
    <w:rsid w:val="007E0776"/>
    <w:rsid w:val="007E56C3"/>
    <w:rsid w:val="007E79E8"/>
    <w:rsid w:val="007F00AE"/>
    <w:rsid w:val="007F3618"/>
    <w:rsid w:val="007F4470"/>
    <w:rsid w:val="007F46F5"/>
    <w:rsid w:val="007F554D"/>
    <w:rsid w:val="008003EA"/>
    <w:rsid w:val="0080213C"/>
    <w:rsid w:val="00804BB3"/>
    <w:rsid w:val="008050BA"/>
    <w:rsid w:val="00805F39"/>
    <w:rsid w:val="00807741"/>
    <w:rsid w:val="00810C20"/>
    <w:rsid w:val="00810E7F"/>
    <w:rsid w:val="00816777"/>
    <w:rsid w:val="00821DAD"/>
    <w:rsid w:val="00821DC5"/>
    <w:rsid w:val="00823C26"/>
    <w:rsid w:val="0082509C"/>
    <w:rsid w:val="00825BC7"/>
    <w:rsid w:val="00830834"/>
    <w:rsid w:val="0083222A"/>
    <w:rsid w:val="0083423B"/>
    <w:rsid w:val="00840DDA"/>
    <w:rsid w:val="0084447B"/>
    <w:rsid w:val="00845396"/>
    <w:rsid w:val="00845BED"/>
    <w:rsid w:val="00851230"/>
    <w:rsid w:val="00852CBA"/>
    <w:rsid w:val="008532C1"/>
    <w:rsid w:val="008539B5"/>
    <w:rsid w:val="008548AC"/>
    <w:rsid w:val="008550A4"/>
    <w:rsid w:val="00856D23"/>
    <w:rsid w:val="00861D2A"/>
    <w:rsid w:val="00871837"/>
    <w:rsid w:val="00871D89"/>
    <w:rsid w:val="00872696"/>
    <w:rsid w:val="00872B53"/>
    <w:rsid w:val="00873859"/>
    <w:rsid w:val="00875934"/>
    <w:rsid w:val="008814FA"/>
    <w:rsid w:val="00891BB5"/>
    <w:rsid w:val="00891DC8"/>
    <w:rsid w:val="00893E5F"/>
    <w:rsid w:val="00893F71"/>
    <w:rsid w:val="008A1C00"/>
    <w:rsid w:val="008A5335"/>
    <w:rsid w:val="008A6AF4"/>
    <w:rsid w:val="008A7F75"/>
    <w:rsid w:val="008B0035"/>
    <w:rsid w:val="008B1018"/>
    <w:rsid w:val="008B5349"/>
    <w:rsid w:val="008B6328"/>
    <w:rsid w:val="008B741B"/>
    <w:rsid w:val="008D0E31"/>
    <w:rsid w:val="008D2B11"/>
    <w:rsid w:val="008D40F1"/>
    <w:rsid w:val="008D5354"/>
    <w:rsid w:val="008E0F48"/>
    <w:rsid w:val="008E2CDB"/>
    <w:rsid w:val="008E5918"/>
    <w:rsid w:val="008E7024"/>
    <w:rsid w:val="008E7C1C"/>
    <w:rsid w:val="008F2523"/>
    <w:rsid w:val="008F4671"/>
    <w:rsid w:val="008F5149"/>
    <w:rsid w:val="008F6DB2"/>
    <w:rsid w:val="008F7108"/>
    <w:rsid w:val="00903586"/>
    <w:rsid w:val="009058C2"/>
    <w:rsid w:val="00906CF1"/>
    <w:rsid w:val="00915AD9"/>
    <w:rsid w:val="00923D75"/>
    <w:rsid w:val="009245A9"/>
    <w:rsid w:val="00930081"/>
    <w:rsid w:val="0093013B"/>
    <w:rsid w:val="0093402C"/>
    <w:rsid w:val="00934816"/>
    <w:rsid w:val="009402F9"/>
    <w:rsid w:val="00940F9C"/>
    <w:rsid w:val="00942A7F"/>
    <w:rsid w:val="009431EE"/>
    <w:rsid w:val="00943479"/>
    <w:rsid w:val="00943BA5"/>
    <w:rsid w:val="00947FD0"/>
    <w:rsid w:val="00956B9E"/>
    <w:rsid w:val="00961314"/>
    <w:rsid w:val="00961AFC"/>
    <w:rsid w:val="00963189"/>
    <w:rsid w:val="009637B9"/>
    <w:rsid w:val="00964705"/>
    <w:rsid w:val="009665EA"/>
    <w:rsid w:val="00967A28"/>
    <w:rsid w:val="009700D7"/>
    <w:rsid w:val="00971240"/>
    <w:rsid w:val="00971278"/>
    <w:rsid w:val="0097307F"/>
    <w:rsid w:val="0097418D"/>
    <w:rsid w:val="009747E2"/>
    <w:rsid w:val="0098064F"/>
    <w:rsid w:val="00980F9D"/>
    <w:rsid w:val="00985FC2"/>
    <w:rsid w:val="0098767F"/>
    <w:rsid w:val="00990EEE"/>
    <w:rsid w:val="009933ED"/>
    <w:rsid w:val="009A3799"/>
    <w:rsid w:val="009A5BAC"/>
    <w:rsid w:val="009A6B03"/>
    <w:rsid w:val="009B3BE3"/>
    <w:rsid w:val="009B596E"/>
    <w:rsid w:val="009B6138"/>
    <w:rsid w:val="009C04DB"/>
    <w:rsid w:val="009C5A65"/>
    <w:rsid w:val="009C7B89"/>
    <w:rsid w:val="009E1B7B"/>
    <w:rsid w:val="009E1D7A"/>
    <w:rsid w:val="009E324B"/>
    <w:rsid w:val="009E35E1"/>
    <w:rsid w:val="009E4BF3"/>
    <w:rsid w:val="009F1577"/>
    <w:rsid w:val="009F2792"/>
    <w:rsid w:val="009F7AAE"/>
    <w:rsid w:val="00A025F5"/>
    <w:rsid w:val="00A04ED7"/>
    <w:rsid w:val="00A14710"/>
    <w:rsid w:val="00A157A7"/>
    <w:rsid w:val="00A17752"/>
    <w:rsid w:val="00A20B92"/>
    <w:rsid w:val="00A24BE7"/>
    <w:rsid w:val="00A26CD7"/>
    <w:rsid w:val="00A27692"/>
    <w:rsid w:val="00A340B9"/>
    <w:rsid w:val="00A349B3"/>
    <w:rsid w:val="00A36D71"/>
    <w:rsid w:val="00A40AF5"/>
    <w:rsid w:val="00A42D05"/>
    <w:rsid w:val="00A447AE"/>
    <w:rsid w:val="00A5153A"/>
    <w:rsid w:val="00A5415A"/>
    <w:rsid w:val="00A542A7"/>
    <w:rsid w:val="00A56DAC"/>
    <w:rsid w:val="00A6279F"/>
    <w:rsid w:val="00A62C59"/>
    <w:rsid w:val="00A7170C"/>
    <w:rsid w:val="00A74371"/>
    <w:rsid w:val="00A769C9"/>
    <w:rsid w:val="00A77813"/>
    <w:rsid w:val="00A81151"/>
    <w:rsid w:val="00A81359"/>
    <w:rsid w:val="00A85797"/>
    <w:rsid w:val="00A85C4F"/>
    <w:rsid w:val="00A906F4"/>
    <w:rsid w:val="00A92E3C"/>
    <w:rsid w:val="00AA0733"/>
    <w:rsid w:val="00AA09CF"/>
    <w:rsid w:val="00AA0CD5"/>
    <w:rsid w:val="00AA15AF"/>
    <w:rsid w:val="00AA2B76"/>
    <w:rsid w:val="00AA3784"/>
    <w:rsid w:val="00AA44E5"/>
    <w:rsid w:val="00AA598B"/>
    <w:rsid w:val="00AB1C5B"/>
    <w:rsid w:val="00AB1F68"/>
    <w:rsid w:val="00AB3C2A"/>
    <w:rsid w:val="00AB3CB7"/>
    <w:rsid w:val="00AC47F4"/>
    <w:rsid w:val="00AC5066"/>
    <w:rsid w:val="00AC6137"/>
    <w:rsid w:val="00AC6833"/>
    <w:rsid w:val="00AD093C"/>
    <w:rsid w:val="00AD2404"/>
    <w:rsid w:val="00AD3F8D"/>
    <w:rsid w:val="00AD634C"/>
    <w:rsid w:val="00AD65AA"/>
    <w:rsid w:val="00AD7BF5"/>
    <w:rsid w:val="00AE2CCC"/>
    <w:rsid w:val="00AE42BE"/>
    <w:rsid w:val="00AE497A"/>
    <w:rsid w:val="00AE4B8E"/>
    <w:rsid w:val="00AE5473"/>
    <w:rsid w:val="00AF0D4B"/>
    <w:rsid w:val="00AF1022"/>
    <w:rsid w:val="00AF4401"/>
    <w:rsid w:val="00AF6E33"/>
    <w:rsid w:val="00B00513"/>
    <w:rsid w:val="00B07B1E"/>
    <w:rsid w:val="00B1158B"/>
    <w:rsid w:val="00B15744"/>
    <w:rsid w:val="00B168B4"/>
    <w:rsid w:val="00B17763"/>
    <w:rsid w:val="00B2185A"/>
    <w:rsid w:val="00B24953"/>
    <w:rsid w:val="00B24DBD"/>
    <w:rsid w:val="00B269E3"/>
    <w:rsid w:val="00B27BF5"/>
    <w:rsid w:val="00B30A08"/>
    <w:rsid w:val="00B3223D"/>
    <w:rsid w:val="00B32ADF"/>
    <w:rsid w:val="00B32F73"/>
    <w:rsid w:val="00B36A91"/>
    <w:rsid w:val="00B404AA"/>
    <w:rsid w:val="00B44198"/>
    <w:rsid w:val="00B50FEA"/>
    <w:rsid w:val="00B523DD"/>
    <w:rsid w:val="00B53583"/>
    <w:rsid w:val="00B54B86"/>
    <w:rsid w:val="00B55CE7"/>
    <w:rsid w:val="00B570D4"/>
    <w:rsid w:val="00B65B85"/>
    <w:rsid w:val="00B66196"/>
    <w:rsid w:val="00B710FF"/>
    <w:rsid w:val="00B71E45"/>
    <w:rsid w:val="00B72599"/>
    <w:rsid w:val="00B7372C"/>
    <w:rsid w:val="00B74D10"/>
    <w:rsid w:val="00B84449"/>
    <w:rsid w:val="00B85C88"/>
    <w:rsid w:val="00B8678C"/>
    <w:rsid w:val="00B87E55"/>
    <w:rsid w:val="00B926B7"/>
    <w:rsid w:val="00B92E74"/>
    <w:rsid w:val="00B95E07"/>
    <w:rsid w:val="00BA01E8"/>
    <w:rsid w:val="00BA101A"/>
    <w:rsid w:val="00BA1B17"/>
    <w:rsid w:val="00BA2E20"/>
    <w:rsid w:val="00BA2FB4"/>
    <w:rsid w:val="00BA3BD8"/>
    <w:rsid w:val="00BA3D9E"/>
    <w:rsid w:val="00BA40E9"/>
    <w:rsid w:val="00BA4D64"/>
    <w:rsid w:val="00BB1C17"/>
    <w:rsid w:val="00BB3A8A"/>
    <w:rsid w:val="00BB51C9"/>
    <w:rsid w:val="00BB6F61"/>
    <w:rsid w:val="00BC1791"/>
    <w:rsid w:val="00BC27D9"/>
    <w:rsid w:val="00BD1F55"/>
    <w:rsid w:val="00BD2B50"/>
    <w:rsid w:val="00BD6C26"/>
    <w:rsid w:val="00BE5FAF"/>
    <w:rsid w:val="00BE6A3D"/>
    <w:rsid w:val="00BF0940"/>
    <w:rsid w:val="00BF0D7D"/>
    <w:rsid w:val="00BF0EBF"/>
    <w:rsid w:val="00BF3ADB"/>
    <w:rsid w:val="00BF6EF8"/>
    <w:rsid w:val="00C01EB2"/>
    <w:rsid w:val="00C0721D"/>
    <w:rsid w:val="00C134F5"/>
    <w:rsid w:val="00C17F8F"/>
    <w:rsid w:val="00C21E4A"/>
    <w:rsid w:val="00C24025"/>
    <w:rsid w:val="00C27170"/>
    <w:rsid w:val="00C274F3"/>
    <w:rsid w:val="00C27646"/>
    <w:rsid w:val="00C302A9"/>
    <w:rsid w:val="00C3089A"/>
    <w:rsid w:val="00C32F7A"/>
    <w:rsid w:val="00C34340"/>
    <w:rsid w:val="00C359D6"/>
    <w:rsid w:val="00C35B95"/>
    <w:rsid w:val="00C35D72"/>
    <w:rsid w:val="00C3621D"/>
    <w:rsid w:val="00C368CD"/>
    <w:rsid w:val="00C41A9C"/>
    <w:rsid w:val="00C47A8A"/>
    <w:rsid w:val="00C61949"/>
    <w:rsid w:val="00C71D69"/>
    <w:rsid w:val="00C75032"/>
    <w:rsid w:val="00C777D1"/>
    <w:rsid w:val="00C77D63"/>
    <w:rsid w:val="00C80066"/>
    <w:rsid w:val="00C80272"/>
    <w:rsid w:val="00C81A99"/>
    <w:rsid w:val="00C854B4"/>
    <w:rsid w:val="00C8565D"/>
    <w:rsid w:val="00C87A5D"/>
    <w:rsid w:val="00C90D16"/>
    <w:rsid w:val="00C9335D"/>
    <w:rsid w:val="00CA0F7F"/>
    <w:rsid w:val="00CA3A21"/>
    <w:rsid w:val="00CB1310"/>
    <w:rsid w:val="00CB17FC"/>
    <w:rsid w:val="00CB2F0C"/>
    <w:rsid w:val="00CC4874"/>
    <w:rsid w:val="00CC70CF"/>
    <w:rsid w:val="00CC75DA"/>
    <w:rsid w:val="00CD20E3"/>
    <w:rsid w:val="00CD2ABD"/>
    <w:rsid w:val="00CD457C"/>
    <w:rsid w:val="00CD4F12"/>
    <w:rsid w:val="00CD524D"/>
    <w:rsid w:val="00CD563B"/>
    <w:rsid w:val="00CE1F3A"/>
    <w:rsid w:val="00CE45A8"/>
    <w:rsid w:val="00CE4725"/>
    <w:rsid w:val="00CE51F6"/>
    <w:rsid w:val="00CE55B3"/>
    <w:rsid w:val="00CF4B8E"/>
    <w:rsid w:val="00CF4FCE"/>
    <w:rsid w:val="00CF6482"/>
    <w:rsid w:val="00D00FD8"/>
    <w:rsid w:val="00D016B1"/>
    <w:rsid w:val="00D02FEA"/>
    <w:rsid w:val="00D0422D"/>
    <w:rsid w:val="00D0635D"/>
    <w:rsid w:val="00D0648A"/>
    <w:rsid w:val="00D10C9A"/>
    <w:rsid w:val="00D13E4D"/>
    <w:rsid w:val="00D14A0E"/>
    <w:rsid w:val="00D15EC3"/>
    <w:rsid w:val="00D20689"/>
    <w:rsid w:val="00D20789"/>
    <w:rsid w:val="00D23EEC"/>
    <w:rsid w:val="00D25707"/>
    <w:rsid w:val="00D27C15"/>
    <w:rsid w:val="00D3476D"/>
    <w:rsid w:val="00D348E2"/>
    <w:rsid w:val="00D40173"/>
    <w:rsid w:val="00D46E10"/>
    <w:rsid w:val="00D47782"/>
    <w:rsid w:val="00D50623"/>
    <w:rsid w:val="00D516E2"/>
    <w:rsid w:val="00D5267E"/>
    <w:rsid w:val="00D602BF"/>
    <w:rsid w:val="00D618B4"/>
    <w:rsid w:val="00D64114"/>
    <w:rsid w:val="00D65247"/>
    <w:rsid w:val="00D6532C"/>
    <w:rsid w:val="00D6697D"/>
    <w:rsid w:val="00D70CF6"/>
    <w:rsid w:val="00D71FE8"/>
    <w:rsid w:val="00D75C82"/>
    <w:rsid w:val="00D775A2"/>
    <w:rsid w:val="00D80C52"/>
    <w:rsid w:val="00D8145B"/>
    <w:rsid w:val="00D81EC9"/>
    <w:rsid w:val="00D81F9A"/>
    <w:rsid w:val="00D82237"/>
    <w:rsid w:val="00D8455E"/>
    <w:rsid w:val="00D850B8"/>
    <w:rsid w:val="00D8574D"/>
    <w:rsid w:val="00D8592B"/>
    <w:rsid w:val="00D866FF"/>
    <w:rsid w:val="00D87C3F"/>
    <w:rsid w:val="00D941C2"/>
    <w:rsid w:val="00D9434F"/>
    <w:rsid w:val="00D95B99"/>
    <w:rsid w:val="00DA1ADC"/>
    <w:rsid w:val="00DA20FC"/>
    <w:rsid w:val="00DA7FA9"/>
    <w:rsid w:val="00DB0165"/>
    <w:rsid w:val="00DB1246"/>
    <w:rsid w:val="00DB14EF"/>
    <w:rsid w:val="00DB1711"/>
    <w:rsid w:val="00DB1BD7"/>
    <w:rsid w:val="00DB44CF"/>
    <w:rsid w:val="00DB57AD"/>
    <w:rsid w:val="00DB6369"/>
    <w:rsid w:val="00DD196D"/>
    <w:rsid w:val="00DD253F"/>
    <w:rsid w:val="00DD2EED"/>
    <w:rsid w:val="00DD6FDF"/>
    <w:rsid w:val="00DD715E"/>
    <w:rsid w:val="00DD72DC"/>
    <w:rsid w:val="00DE157B"/>
    <w:rsid w:val="00DE7144"/>
    <w:rsid w:val="00DF3E9B"/>
    <w:rsid w:val="00E00E3D"/>
    <w:rsid w:val="00E014C1"/>
    <w:rsid w:val="00E01EBE"/>
    <w:rsid w:val="00E0369E"/>
    <w:rsid w:val="00E07216"/>
    <w:rsid w:val="00E10B3C"/>
    <w:rsid w:val="00E12A9B"/>
    <w:rsid w:val="00E154CA"/>
    <w:rsid w:val="00E1725A"/>
    <w:rsid w:val="00E20CA5"/>
    <w:rsid w:val="00E22C73"/>
    <w:rsid w:val="00E23814"/>
    <w:rsid w:val="00E242B5"/>
    <w:rsid w:val="00E243E5"/>
    <w:rsid w:val="00E30C73"/>
    <w:rsid w:val="00E326B8"/>
    <w:rsid w:val="00E337EF"/>
    <w:rsid w:val="00E3460F"/>
    <w:rsid w:val="00E355C3"/>
    <w:rsid w:val="00E36899"/>
    <w:rsid w:val="00E4407D"/>
    <w:rsid w:val="00E44A73"/>
    <w:rsid w:val="00E45537"/>
    <w:rsid w:val="00E51C90"/>
    <w:rsid w:val="00E53590"/>
    <w:rsid w:val="00E61666"/>
    <w:rsid w:val="00E61D06"/>
    <w:rsid w:val="00E65522"/>
    <w:rsid w:val="00E83C75"/>
    <w:rsid w:val="00E85EE2"/>
    <w:rsid w:val="00E87D61"/>
    <w:rsid w:val="00E93ED5"/>
    <w:rsid w:val="00E97173"/>
    <w:rsid w:val="00EA088E"/>
    <w:rsid w:val="00EA2651"/>
    <w:rsid w:val="00EA3B63"/>
    <w:rsid w:val="00EA49D0"/>
    <w:rsid w:val="00EC191B"/>
    <w:rsid w:val="00EC23D5"/>
    <w:rsid w:val="00EC32FC"/>
    <w:rsid w:val="00ED2AFA"/>
    <w:rsid w:val="00ED41DD"/>
    <w:rsid w:val="00ED56A3"/>
    <w:rsid w:val="00EE046A"/>
    <w:rsid w:val="00EE1A2C"/>
    <w:rsid w:val="00EE1AB2"/>
    <w:rsid w:val="00EE34CA"/>
    <w:rsid w:val="00EE594C"/>
    <w:rsid w:val="00EF6713"/>
    <w:rsid w:val="00EF6A4B"/>
    <w:rsid w:val="00EF6D1D"/>
    <w:rsid w:val="00F005BF"/>
    <w:rsid w:val="00F01195"/>
    <w:rsid w:val="00F01D4A"/>
    <w:rsid w:val="00F13DC6"/>
    <w:rsid w:val="00F13F53"/>
    <w:rsid w:val="00F202A8"/>
    <w:rsid w:val="00F2216A"/>
    <w:rsid w:val="00F25073"/>
    <w:rsid w:val="00F276A8"/>
    <w:rsid w:val="00F33219"/>
    <w:rsid w:val="00F33723"/>
    <w:rsid w:val="00F343A0"/>
    <w:rsid w:val="00F35079"/>
    <w:rsid w:val="00F36272"/>
    <w:rsid w:val="00F40BB8"/>
    <w:rsid w:val="00F4495C"/>
    <w:rsid w:val="00F44C43"/>
    <w:rsid w:val="00F44F60"/>
    <w:rsid w:val="00F461EB"/>
    <w:rsid w:val="00F46300"/>
    <w:rsid w:val="00F508BE"/>
    <w:rsid w:val="00F55605"/>
    <w:rsid w:val="00F5626E"/>
    <w:rsid w:val="00F618EE"/>
    <w:rsid w:val="00F62BCB"/>
    <w:rsid w:val="00F74C18"/>
    <w:rsid w:val="00F754B9"/>
    <w:rsid w:val="00F75DF3"/>
    <w:rsid w:val="00F767F4"/>
    <w:rsid w:val="00F835F4"/>
    <w:rsid w:val="00F91933"/>
    <w:rsid w:val="00F9418F"/>
    <w:rsid w:val="00FA1A72"/>
    <w:rsid w:val="00FA30B0"/>
    <w:rsid w:val="00FA3B05"/>
    <w:rsid w:val="00FA4488"/>
    <w:rsid w:val="00FA68BF"/>
    <w:rsid w:val="00FB27FC"/>
    <w:rsid w:val="00FB45EF"/>
    <w:rsid w:val="00FB59FE"/>
    <w:rsid w:val="00FC0409"/>
    <w:rsid w:val="00FC40DF"/>
    <w:rsid w:val="00FC665B"/>
    <w:rsid w:val="00FC7822"/>
    <w:rsid w:val="00FD01AE"/>
    <w:rsid w:val="00FD10FE"/>
    <w:rsid w:val="00FD160B"/>
    <w:rsid w:val="00FE0DAE"/>
    <w:rsid w:val="00FE4A67"/>
    <w:rsid w:val="00FE4A86"/>
    <w:rsid w:val="00FE6F0F"/>
    <w:rsid w:val="00FE6FB3"/>
    <w:rsid w:val="00FE7CE8"/>
    <w:rsid w:val="00FF16FC"/>
    <w:rsid w:val="00FF379C"/>
    <w:rsid w:val="00FF3B6A"/>
    <w:rsid w:val="00FF4768"/>
    <w:rsid w:val="00FF62E0"/>
    <w:rsid w:val="00FF6CDF"/>
    <w:rsid w:val="00FF6FEF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3ED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بلا تباعد"/>
    <w:uiPriority w:val="1"/>
    <w:qFormat/>
    <w:rsid w:val="0007332B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7332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0733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332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07332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733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4A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E4A86"/>
    <w:rPr>
      <w:rFonts w:ascii="Tahoma" w:eastAsia="Times New Roman" w:hAnsi="Tahoma" w:cs="Tahoma"/>
      <w:sz w:val="16"/>
      <w:szCs w:val="16"/>
    </w:rPr>
  </w:style>
  <w:style w:type="paragraph" w:customStyle="1" w:styleId="1">
    <w:name w:val="بلا تباعد1"/>
    <w:qFormat/>
    <w:rsid w:val="00EF6A4B"/>
    <w:rPr>
      <w:sz w:val="22"/>
      <w:szCs w:val="22"/>
    </w:rPr>
  </w:style>
  <w:style w:type="character" w:styleId="PageNumber">
    <w:name w:val="page number"/>
    <w:basedOn w:val="DefaultParagraphFont"/>
    <w:rsid w:val="00025B1D"/>
  </w:style>
  <w:style w:type="character" w:customStyle="1" w:styleId="shorttext1">
    <w:name w:val="short_text1"/>
    <w:rsid w:val="008B5349"/>
    <w:rPr>
      <w:sz w:val="26"/>
      <w:szCs w:val="26"/>
    </w:rPr>
  </w:style>
  <w:style w:type="paragraph" w:customStyle="1" w:styleId="Default">
    <w:name w:val="Default"/>
    <w:rsid w:val="005F7E1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321E8"/>
    <w:pPr>
      <w:bidi w:val="0"/>
      <w:ind w:left="720"/>
      <w:contextualSpacing/>
    </w:pPr>
  </w:style>
  <w:style w:type="character" w:styleId="Hyperlink">
    <w:name w:val="Hyperlink"/>
    <w:uiPriority w:val="99"/>
    <w:unhideWhenUsed/>
    <w:rsid w:val="00FA30B0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C6194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cid:image001.jpg@01CD539A.D6BD6DA0" TargetMode="External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F\Desktop\&#1605;&#1604;&#1601;%20&#1575;&#1604;&#1588;&#1593;&#1575;&#1585;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ملف الشعار 2.dotx</Template>
  <TotalTime>17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خطة تحضير درس</vt:lpstr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خطة تحضير درس</dc:title>
  <dc:creator>SAIF</dc:creator>
  <cp:lastModifiedBy>Windows User</cp:lastModifiedBy>
  <cp:revision>4</cp:revision>
  <cp:lastPrinted>2012-07-09T10:23:00Z</cp:lastPrinted>
  <dcterms:created xsi:type="dcterms:W3CDTF">2012-12-25T08:01:00Z</dcterms:created>
  <dcterms:modified xsi:type="dcterms:W3CDTF">2013-01-06T19:46:00Z</dcterms:modified>
</cp:coreProperties>
</file>